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3C425" w14:textId="77777777" w:rsidR="00BF4543" w:rsidRDefault="00BF4543" w:rsidP="0041493C">
      <w:pPr>
        <w:rPr>
          <w:rFonts w:ascii="Calibri" w:hAnsi="Calibri" w:cs="Arial"/>
          <w:b/>
          <w:sz w:val="28"/>
          <w:szCs w:val="28"/>
        </w:rPr>
      </w:pPr>
    </w:p>
    <w:p w14:paraId="077896BD" w14:textId="1E1B411D" w:rsidR="00BF4543" w:rsidRPr="00EF7D81" w:rsidRDefault="00DB2AB6" w:rsidP="0041493C">
      <w:pPr>
        <w:rPr>
          <w:rFonts w:ascii="Calibri" w:hAnsi="Calibri" w:cs="Arial"/>
          <w:sz w:val="20"/>
        </w:rPr>
      </w:pPr>
      <w:r>
        <w:rPr>
          <w:rFonts w:ascii="Calibri" w:hAnsi="Calibri" w:cs="Arial"/>
          <w:szCs w:val="24"/>
        </w:rPr>
        <w:tab/>
      </w:r>
      <w:r>
        <w:rPr>
          <w:rFonts w:ascii="Calibri" w:hAnsi="Calibri" w:cs="Arial"/>
          <w:szCs w:val="24"/>
        </w:rPr>
        <w:tab/>
      </w:r>
      <w:r>
        <w:rPr>
          <w:rFonts w:ascii="Calibri" w:hAnsi="Calibri" w:cs="Arial"/>
          <w:szCs w:val="24"/>
        </w:rPr>
        <w:tab/>
      </w:r>
      <w:r w:rsidR="00BF4543">
        <w:rPr>
          <w:rFonts w:ascii="Calibri" w:hAnsi="Calibri" w:cs="Arial"/>
          <w:szCs w:val="24"/>
        </w:rPr>
        <w:tab/>
      </w:r>
      <w:r w:rsidR="00BF4543">
        <w:rPr>
          <w:rFonts w:ascii="Calibri" w:hAnsi="Calibri" w:cs="Arial"/>
          <w:szCs w:val="24"/>
        </w:rPr>
        <w:tab/>
      </w:r>
      <w:r w:rsidR="00BF4543">
        <w:rPr>
          <w:rFonts w:ascii="Calibri" w:hAnsi="Calibri" w:cs="Arial"/>
          <w:szCs w:val="24"/>
        </w:rPr>
        <w:tab/>
      </w:r>
      <w:r w:rsidR="00BF4543">
        <w:rPr>
          <w:rFonts w:ascii="Calibri" w:hAnsi="Calibri" w:cs="Arial"/>
          <w:szCs w:val="24"/>
        </w:rPr>
        <w:tab/>
      </w:r>
      <w:r w:rsidR="00BF4543">
        <w:rPr>
          <w:rFonts w:ascii="Calibri" w:hAnsi="Calibri" w:cs="Arial"/>
          <w:szCs w:val="24"/>
        </w:rPr>
        <w:tab/>
      </w:r>
      <w:r w:rsidR="00B86B77" w:rsidRPr="00EF7D81">
        <w:rPr>
          <w:rFonts w:ascii="Calibri" w:hAnsi="Calibri" w:cs="Arial"/>
          <w:sz w:val="20"/>
        </w:rPr>
        <w:fldChar w:fldCharType="begin"/>
      </w:r>
      <w:r w:rsidR="00B86B77" w:rsidRPr="00EF7D81">
        <w:rPr>
          <w:rFonts w:ascii="Calibri" w:hAnsi="Calibri" w:cs="Arial"/>
          <w:sz w:val="20"/>
        </w:rPr>
        <w:instrText xml:space="preserve"> TIME \@ "dd.MM.yyyy" </w:instrText>
      </w:r>
      <w:r w:rsidR="00B86B77" w:rsidRPr="00EF7D81">
        <w:rPr>
          <w:rFonts w:ascii="Calibri" w:hAnsi="Calibri" w:cs="Arial"/>
          <w:sz w:val="20"/>
        </w:rPr>
        <w:fldChar w:fldCharType="separate"/>
      </w:r>
      <w:r w:rsidR="003D079F">
        <w:rPr>
          <w:rFonts w:ascii="Calibri" w:hAnsi="Calibri" w:cs="Arial"/>
          <w:noProof/>
          <w:sz w:val="20"/>
        </w:rPr>
        <w:t>20.08.2025</w:t>
      </w:r>
      <w:r w:rsidR="00B86B77" w:rsidRPr="00EF7D81">
        <w:rPr>
          <w:rFonts w:ascii="Calibri" w:hAnsi="Calibri" w:cs="Arial"/>
          <w:sz w:val="20"/>
        </w:rPr>
        <w:fldChar w:fldCharType="end"/>
      </w:r>
    </w:p>
    <w:p w14:paraId="383B8C3B" w14:textId="77777777" w:rsidR="00BF4543" w:rsidRDefault="00BF4543" w:rsidP="0041493C">
      <w:pPr>
        <w:rPr>
          <w:rFonts w:ascii="Calibri" w:hAnsi="Calibri" w:cs="Arial"/>
          <w:b/>
          <w:sz w:val="28"/>
          <w:szCs w:val="28"/>
        </w:rPr>
      </w:pPr>
    </w:p>
    <w:p w14:paraId="37EECF8C" w14:textId="3A731E69" w:rsidR="006F2606" w:rsidRDefault="00D807B1" w:rsidP="0041493C">
      <w:pPr>
        <w:rPr>
          <w:rFonts w:ascii="Calibri" w:hAnsi="Calibri" w:cs="Arial"/>
          <w:b/>
          <w:sz w:val="28"/>
          <w:szCs w:val="28"/>
        </w:rPr>
      </w:pPr>
      <w:r w:rsidRPr="00D807B1">
        <w:rPr>
          <w:rFonts w:ascii="Calibri" w:hAnsi="Calibri" w:cs="Arial"/>
          <w:b/>
          <w:sz w:val="28"/>
          <w:szCs w:val="28"/>
        </w:rPr>
        <w:t xml:space="preserve">Reiner Pauli </w:t>
      </w:r>
      <w:r w:rsidR="001275A0">
        <w:rPr>
          <w:rFonts w:ascii="Calibri" w:hAnsi="Calibri" w:cs="Arial"/>
          <w:b/>
          <w:sz w:val="28"/>
          <w:szCs w:val="28"/>
        </w:rPr>
        <w:t xml:space="preserve">scheidet </w:t>
      </w:r>
      <w:r w:rsidRPr="00D807B1">
        <w:rPr>
          <w:rFonts w:ascii="Calibri" w:hAnsi="Calibri" w:cs="Arial"/>
          <w:b/>
          <w:sz w:val="28"/>
          <w:szCs w:val="28"/>
        </w:rPr>
        <w:t xml:space="preserve">als Geschäftsführer bei MEPA </w:t>
      </w:r>
      <w:r>
        <w:rPr>
          <w:rFonts w:ascii="Calibri" w:hAnsi="Calibri" w:cs="Arial"/>
          <w:b/>
          <w:sz w:val="28"/>
          <w:szCs w:val="28"/>
        </w:rPr>
        <w:t xml:space="preserve">– Pauli </w:t>
      </w:r>
      <w:r w:rsidRPr="00D807B1">
        <w:rPr>
          <w:rFonts w:ascii="Calibri" w:hAnsi="Calibri" w:cs="Arial"/>
          <w:b/>
          <w:sz w:val="28"/>
          <w:szCs w:val="28"/>
        </w:rPr>
        <w:t>und Menden GmbH</w:t>
      </w:r>
      <w:r w:rsidR="001275A0">
        <w:rPr>
          <w:rFonts w:ascii="Calibri" w:hAnsi="Calibri" w:cs="Arial"/>
          <w:b/>
          <w:sz w:val="28"/>
          <w:szCs w:val="28"/>
        </w:rPr>
        <w:t xml:space="preserve"> aus</w:t>
      </w:r>
    </w:p>
    <w:p w14:paraId="230878D1" w14:textId="77777777" w:rsidR="00D807B1" w:rsidRPr="00D807B1" w:rsidRDefault="00D807B1" w:rsidP="0041493C">
      <w:pPr>
        <w:rPr>
          <w:rFonts w:ascii="Calibri" w:hAnsi="Calibri" w:cs="Arial"/>
          <w:szCs w:val="24"/>
        </w:rPr>
      </w:pPr>
    </w:p>
    <w:p w14:paraId="5519FBC4" w14:textId="769B4713" w:rsidR="001275A0" w:rsidRDefault="001275A0" w:rsidP="003A5C2F">
      <w:pPr>
        <w:rPr>
          <w:rFonts w:ascii="Calibri" w:hAnsi="Calibri" w:cs="Arial"/>
          <w:sz w:val="20"/>
        </w:rPr>
      </w:pPr>
      <w:r w:rsidRPr="001275A0">
        <w:rPr>
          <w:rFonts w:ascii="Calibri" w:hAnsi="Calibri" w:cs="Arial"/>
          <w:sz w:val="20"/>
        </w:rPr>
        <w:t>Ende des Jahres zieht sich Reiner Pauli</w:t>
      </w:r>
      <w:r>
        <w:rPr>
          <w:rFonts w:ascii="Calibri" w:hAnsi="Calibri" w:cs="Arial"/>
          <w:sz w:val="20"/>
        </w:rPr>
        <w:t>, g</w:t>
      </w:r>
      <w:r w:rsidRPr="001275A0">
        <w:rPr>
          <w:rFonts w:ascii="Calibri" w:hAnsi="Calibri" w:cs="Arial"/>
          <w:sz w:val="20"/>
        </w:rPr>
        <w:t>eschäftsführender Gesellschafter der MEPA</w:t>
      </w:r>
      <w:r>
        <w:rPr>
          <w:rFonts w:ascii="Calibri" w:hAnsi="Calibri" w:cs="Arial"/>
          <w:sz w:val="20"/>
        </w:rPr>
        <w:t xml:space="preserve"> –</w:t>
      </w:r>
      <w:r w:rsidRPr="001275A0">
        <w:rPr>
          <w:rFonts w:ascii="Calibri" w:hAnsi="Calibri" w:cs="Arial"/>
          <w:sz w:val="20"/>
        </w:rPr>
        <w:t xml:space="preserve"> Pauli und Menden GmbH</w:t>
      </w:r>
      <w:r>
        <w:rPr>
          <w:rFonts w:ascii="Calibri" w:hAnsi="Calibri" w:cs="Arial"/>
          <w:sz w:val="20"/>
        </w:rPr>
        <w:t>,</w:t>
      </w:r>
      <w:r w:rsidRPr="001275A0">
        <w:rPr>
          <w:rFonts w:ascii="Calibri" w:hAnsi="Calibri" w:cs="Arial"/>
          <w:sz w:val="20"/>
        </w:rPr>
        <w:t xml:space="preserve"> aus dem operativen Geschäft zurück. </w:t>
      </w:r>
      <w:r>
        <w:rPr>
          <w:rFonts w:ascii="Calibri" w:hAnsi="Calibri" w:cs="Arial"/>
          <w:sz w:val="20"/>
        </w:rPr>
        <w:t xml:space="preserve">Nach </w:t>
      </w:r>
      <w:r w:rsidRPr="001275A0">
        <w:rPr>
          <w:rFonts w:ascii="Calibri" w:hAnsi="Calibri" w:cs="Arial"/>
          <w:sz w:val="20"/>
        </w:rPr>
        <w:t xml:space="preserve">der mehrheitlichen Übernahme des mittelständischen Unternehmens im Jahr 2023 durch die </w:t>
      </w:r>
      <w:r>
        <w:rPr>
          <w:rFonts w:ascii="Calibri" w:hAnsi="Calibri" w:cs="Arial"/>
          <w:sz w:val="20"/>
        </w:rPr>
        <w:t>REHAU Group</w:t>
      </w:r>
      <w:r w:rsidRPr="001275A0">
        <w:rPr>
          <w:rFonts w:ascii="Calibri" w:hAnsi="Calibri" w:cs="Arial"/>
          <w:sz w:val="20"/>
        </w:rPr>
        <w:t xml:space="preserve"> endet damit </w:t>
      </w:r>
      <w:r>
        <w:rPr>
          <w:rFonts w:ascii="Calibri" w:hAnsi="Calibri" w:cs="Arial"/>
          <w:sz w:val="20"/>
        </w:rPr>
        <w:t xml:space="preserve">zum Jahreswechsel </w:t>
      </w:r>
      <w:r w:rsidRPr="001275A0">
        <w:rPr>
          <w:rFonts w:ascii="Calibri" w:hAnsi="Calibri" w:cs="Arial"/>
          <w:sz w:val="20"/>
        </w:rPr>
        <w:t>die Leitung durch ein Familienmitglied</w:t>
      </w:r>
      <w:r>
        <w:rPr>
          <w:rFonts w:ascii="Calibri" w:hAnsi="Calibri" w:cs="Arial"/>
          <w:sz w:val="20"/>
        </w:rPr>
        <w:t xml:space="preserve"> – dieser </w:t>
      </w:r>
      <w:r w:rsidRPr="001275A0">
        <w:rPr>
          <w:rFonts w:ascii="Calibri" w:hAnsi="Calibri" w:cs="Arial"/>
          <w:sz w:val="20"/>
        </w:rPr>
        <w:t xml:space="preserve">Zeitrahmen </w:t>
      </w:r>
      <w:r>
        <w:rPr>
          <w:rFonts w:ascii="Calibri" w:hAnsi="Calibri" w:cs="Arial"/>
          <w:sz w:val="20"/>
        </w:rPr>
        <w:t xml:space="preserve">wurde zur Übernahme </w:t>
      </w:r>
      <w:r w:rsidRPr="001275A0">
        <w:rPr>
          <w:rFonts w:ascii="Calibri" w:hAnsi="Calibri" w:cs="Arial"/>
          <w:sz w:val="20"/>
        </w:rPr>
        <w:t xml:space="preserve">festgelegt. </w:t>
      </w:r>
    </w:p>
    <w:p w14:paraId="0270B819" w14:textId="77777777" w:rsidR="001275A0" w:rsidRDefault="001275A0" w:rsidP="001275A0">
      <w:pPr>
        <w:rPr>
          <w:rFonts w:ascii="Calibri" w:hAnsi="Calibri" w:cs="Arial"/>
          <w:sz w:val="20"/>
        </w:rPr>
      </w:pPr>
    </w:p>
    <w:p w14:paraId="1214098C" w14:textId="32BCB4B0" w:rsidR="001275A0" w:rsidRPr="001275A0" w:rsidRDefault="001275A0" w:rsidP="001275A0">
      <w:pPr>
        <w:rPr>
          <w:rFonts w:ascii="Calibri" w:hAnsi="Calibri" w:cs="Arial"/>
          <w:sz w:val="20"/>
        </w:rPr>
      </w:pPr>
      <w:r w:rsidRPr="001275A0">
        <w:rPr>
          <w:rFonts w:ascii="Calibri" w:hAnsi="Calibri" w:cs="Arial"/>
          <w:sz w:val="20"/>
        </w:rPr>
        <w:t>Reiner Pauli war es wichtig</w:t>
      </w:r>
      <w:r>
        <w:rPr>
          <w:rFonts w:ascii="Calibri" w:hAnsi="Calibri" w:cs="Arial"/>
          <w:sz w:val="20"/>
        </w:rPr>
        <w:t>,</w:t>
      </w:r>
      <w:r w:rsidRPr="001275A0">
        <w:rPr>
          <w:rFonts w:ascii="Calibri" w:hAnsi="Calibri" w:cs="Arial"/>
          <w:sz w:val="20"/>
        </w:rPr>
        <w:t xml:space="preserve"> diesen Prozess aktiv mitzugestalten, um einen möglichst </w:t>
      </w:r>
      <w:r w:rsidRPr="003A5C2F">
        <w:rPr>
          <w:rFonts w:ascii="Calibri" w:hAnsi="Calibri" w:cs="Arial"/>
          <w:sz w:val="20"/>
        </w:rPr>
        <w:t xml:space="preserve">reibungslosen Übergang der unterschiedlichen Unternehmenskulturen zu </w:t>
      </w:r>
      <w:r w:rsidRPr="0036706C">
        <w:rPr>
          <w:rFonts w:ascii="Calibri" w:hAnsi="Calibri" w:cs="Arial"/>
          <w:sz w:val="20"/>
        </w:rPr>
        <w:t>ermöglichen.</w:t>
      </w:r>
      <w:r w:rsidRPr="001275A0">
        <w:rPr>
          <w:rFonts w:ascii="Calibri" w:hAnsi="Calibri" w:cs="Arial"/>
          <w:sz w:val="20"/>
        </w:rPr>
        <w:t xml:space="preserve"> „Die Verbundenheit der Mitarbeiterinnen und Mitarbeiter, die zu großen Teilen seit Jahrzehnten für MEPA tätig sind, sowie die Sicherheit deren Arbeitsplätze sind mir ein großes Anliegen. Insofern hoffe ich</w:t>
      </w:r>
      <w:r>
        <w:rPr>
          <w:rFonts w:ascii="Calibri" w:hAnsi="Calibri" w:cs="Arial"/>
          <w:sz w:val="20"/>
        </w:rPr>
        <w:t>,</w:t>
      </w:r>
      <w:r w:rsidRPr="001275A0">
        <w:rPr>
          <w:rFonts w:ascii="Calibri" w:hAnsi="Calibri" w:cs="Arial"/>
          <w:sz w:val="20"/>
        </w:rPr>
        <w:t xml:space="preserve"> einen positiven Beitrag zu einem erfolgreichen Übergang geleistet zu haben“</w:t>
      </w:r>
      <w:r w:rsidR="006D30DF">
        <w:rPr>
          <w:rFonts w:ascii="Calibri" w:hAnsi="Calibri" w:cs="Arial"/>
          <w:sz w:val="20"/>
        </w:rPr>
        <w:t>,</w:t>
      </w:r>
      <w:r w:rsidRPr="001275A0">
        <w:rPr>
          <w:rFonts w:ascii="Calibri" w:hAnsi="Calibri" w:cs="Arial"/>
          <w:sz w:val="20"/>
        </w:rPr>
        <w:t xml:space="preserve"> so Pauli. </w:t>
      </w:r>
    </w:p>
    <w:p w14:paraId="25BF053F" w14:textId="77777777" w:rsidR="001275A0" w:rsidRPr="001275A0" w:rsidRDefault="001275A0" w:rsidP="001275A0">
      <w:pPr>
        <w:rPr>
          <w:rFonts w:ascii="Calibri" w:hAnsi="Calibri" w:cs="Arial"/>
          <w:sz w:val="20"/>
        </w:rPr>
      </w:pPr>
    </w:p>
    <w:p w14:paraId="2C38FD02" w14:textId="0B8E91FB" w:rsidR="001275A0" w:rsidRDefault="001275A0" w:rsidP="001275A0">
      <w:pPr>
        <w:rPr>
          <w:rFonts w:ascii="Calibri" w:hAnsi="Calibri" w:cs="Arial"/>
          <w:sz w:val="20"/>
        </w:rPr>
      </w:pPr>
      <w:r w:rsidRPr="001275A0">
        <w:rPr>
          <w:rFonts w:ascii="Calibri" w:hAnsi="Calibri" w:cs="Arial"/>
          <w:sz w:val="20"/>
        </w:rPr>
        <w:t xml:space="preserve">Die </w:t>
      </w:r>
      <w:r>
        <w:rPr>
          <w:rFonts w:ascii="Calibri" w:hAnsi="Calibri" w:cs="Arial"/>
          <w:sz w:val="20"/>
        </w:rPr>
        <w:t xml:space="preserve">operative </w:t>
      </w:r>
      <w:r w:rsidRPr="001275A0">
        <w:rPr>
          <w:rFonts w:ascii="Calibri" w:hAnsi="Calibri" w:cs="Arial"/>
          <w:sz w:val="20"/>
        </w:rPr>
        <w:t>MEPA-Geschäftsführung wird künftig von Christian Kuncz und Katrin Schwab-Zettl übernommen. Beide sind mit dem Unternehmen und der REHAU Organisation eng vertraut und stehen für Kontinuität, unternehmerisches Denken und neue Impulse.</w:t>
      </w:r>
    </w:p>
    <w:p w14:paraId="574E70C1" w14:textId="77777777" w:rsidR="001275A0" w:rsidRPr="001275A0" w:rsidRDefault="001275A0" w:rsidP="001275A0">
      <w:pPr>
        <w:rPr>
          <w:rFonts w:ascii="Calibri" w:hAnsi="Calibri" w:cs="Arial"/>
          <w:sz w:val="20"/>
        </w:rPr>
      </w:pPr>
    </w:p>
    <w:p w14:paraId="214EF545" w14:textId="3A76EB39" w:rsidR="001275A0" w:rsidRDefault="001275A0" w:rsidP="001275A0">
      <w:pPr>
        <w:rPr>
          <w:rFonts w:ascii="Calibri" w:hAnsi="Calibri" w:cs="Arial"/>
          <w:sz w:val="20"/>
        </w:rPr>
      </w:pPr>
      <w:r w:rsidRPr="001275A0">
        <w:rPr>
          <w:rFonts w:ascii="Calibri" w:hAnsi="Calibri" w:cs="Arial"/>
          <w:sz w:val="20"/>
        </w:rPr>
        <w:t xml:space="preserve">Christian Kuncz ist bereits seit März 2023 Geschäftsführer bei MEPA. Zudem verantwortet er als Sales Director Building Technologies die vertriebliche Ausrichtung der Division Building Solutions </w:t>
      </w:r>
      <w:r w:rsidR="006D30DF">
        <w:rPr>
          <w:rFonts w:ascii="Calibri" w:hAnsi="Calibri" w:cs="Arial"/>
          <w:sz w:val="20"/>
        </w:rPr>
        <w:t xml:space="preserve">im </w:t>
      </w:r>
      <w:r>
        <w:rPr>
          <w:rFonts w:ascii="Calibri" w:hAnsi="Calibri" w:cs="Arial"/>
          <w:sz w:val="20"/>
        </w:rPr>
        <w:t>Wirtschaftsraum Europa, Naher Osten und Afrika</w:t>
      </w:r>
      <w:r w:rsidRPr="001275A0">
        <w:rPr>
          <w:rFonts w:ascii="Calibri" w:hAnsi="Calibri" w:cs="Arial"/>
          <w:sz w:val="20"/>
        </w:rPr>
        <w:t>. Der gelernte Industriekaufmann begann 2007 bei REHAU in Erlangen. Führungspositionen im internationalen Produktmanagement und als Geschäftsbereichsleiter in China sowie ein berufsbegleitendes BWL-Studium und ein MBA-Abschluss belegen seine umfassende Vertriebs- und Managementkompetenz.</w:t>
      </w:r>
    </w:p>
    <w:p w14:paraId="3112ECA0" w14:textId="77777777" w:rsidR="001275A0" w:rsidRPr="001275A0" w:rsidRDefault="001275A0" w:rsidP="001275A0">
      <w:pPr>
        <w:rPr>
          <w:rFonts w:ascii="Calibri" w:hAnsi="Calibri" w:cs="Arial"/>
          <w:sz w:val="20"/>
        </w:rPr>
      </w:pPr>
    </w:p>
    <w:p w14:paraId="6D240CBD" w14:textId="4950337D" w:rsidR="001275A0" w:rsidRDefault="001275A0" w:rsidP="001275A0">
      <w:pPr>
        <w:rPr>
          <w:rFonts w:ascii="Calibri" w:hAnsi="Calibri" w:cs="Arial"/>
          <w:sz w:val="20"/>
        </w:rPr>
      </w:pPr>
      <w:r w:rsidRPr="001275A0">
        <w:rPr>
          <w:rFonts w:ascii="Calibri" w:hAnsi="Calibri" w:cs="Arial"/>
          <w:sz w:val="20"/>
        </w:rPr>
        <w:t xml:space="preserve">Katrin Schwab-Zettl </w:t>
      </w:r>
      <w:r w:rsidR="0036706C">
        <w:rPr>
          <w:rFonts w:ascii="Calibri" w:hAnsi="Calibri" w:cs="Arial"/>
          <w:sz w:val="20"/>
        </w:rPr>
        <w:t>vervollständigt</w:t>
      </w:r>
      <w:r w:rsidR="0036706C" w:rsidRPr="001275A0">
        <w:rPr>
          <w:rFonts w:ascii="Calibri" w:hAnsi="Calibri" w:cs="Arial"/>
          <w:sz w:val="20"/>
        </w:rPr>
        <w:t xml:space="preserve"> </w:t>
      </w:r>
      <w:r w:rsidRPr="001275A0">
        <w:rPr>
          <w:rFonts w:ascii="Calibri" w:hAnsi="Calibri" w:cs="Arial"/>
          <w:sz w:val="20"/>
        </w:rPr>
        <w:t xml:space="preserve">die neue Doppelspitze mit fundierter Erfahrung aus strategischen und finanziellen Transformationsprojekten innerhalb der REHAU Group. Bereits im Rahmen der Post Merger Integration von MEPA war sie in zentraler Funktion tätig. Als Betriebswirtin mit Projekterfahrung in unterschiedlichen Gewerken bringt sie eine </w:t>
      </w:r>
      <w:r w:rsidR="0036706C">
        <w:rPr>
          <w:rFonts w:ascii="Calibri" w:hAnsi="Calibri" w:cs="Arial"/>
          <w:sz w:val="20"/>
        </w:rPr>
        <w:t xml:space="preserve">vielseitige </w:t>
      </w:r>
      <w:r w:rsidRPr="001275A0">
        <w:rPr>
          <w:rFonts w:ascii="Calibri" w:hAnsi="Calibri" w:cs="Arial"/>
          <w:sz w:val="20"/>
        </w:rPr>
        <w:t>Perspektive auf Prozesse, Strukturen und die zukünftige Entwicklung von MEPA mit.</w:t>
      </w:r>
    </w:p>
    <w:p w14:paraId="01695A83" w14:textId="77777777" w:rsidR="001275A0" w:rsidRPr="001275A0" w:rsidRDefault="001275A0" w:rsidP="001275A0">
      <w:pPr>
        <w:rPr>
          <w:rFonts w:ascii="Calibri" w:hAnsi="Calibri" w:cs="Arial"/>
          <w:sz w:val="20"/>
        </w:rPr>
      </w:pPr>
    </w:p>
    <w:p w14:paraId="2DD40DAF" w14:textId="1B09A31A" w:rsidR="00D807B1" w:rsidRDefault="001275A0" w:rsidP="001275A0">
      <w:pPr>
        <w:rPr>
          <w:rFonts w:ascii="Calibri" w:hAnsi="Calibri" w:cs="Arial"/>
          <w:sz w:val="20"/>
        </w:rPr>
      </w:pPr>
      <w:r w:rsidRPr="001275A0">
        <w:rPr>
          <w:rFonts w:ascii="Calibri" w:hAnsi="Calibri" w:cs="Arial"/>
          <w:sz w:val="20"/>
        </w:rPr>
        <w:t>Mit dem neuen Führungsteam setzt MEPA auf Stabilität, Kundennähe und Innovationskraft – als Teil der REHAU Group und mit dem Anspruch, die Marktposition weiter auszubauen und die Erfolgsgeschichte des Unternehmens nachhaltig fortzuschreiben.</w:t>
      </w:r>
    </w:p>
    <w:p w14:paraId="7F77645A" w14:textId="77777777" w:rsidR="00D807B1" w:rsidRPr="00482695" w:rsidRDefault="00D807B1" w:rsidP="00D807B1">
      <w:pPr>
        <w:rPr>
          <w:rFonts w:ascii="Calibri" w:hAnsi="Calibri" w:cs="Arial"/>
          <w:sz w:val="20"/>
        </w:rPr>
      </w:pPr>
    </w:p>
    <w:p w14:paraId="6EEB4301" w14:textId="77777777" w:rsidR="00FA2477" w:rsidRPr="00482695" w:rsidRDefault="00FA2477" w:rsidP="00CF093F">
      <w:pPr>
        <w:rPr>
          <w:rFonts w:ascii="Calibri" w:hAnsi="Calibri"/>
          <w:sz w:val="20"/>
        </w:rPr>
      </w:pPr>
    </w:p>
    <w:p w14:paraId="2E759A10" w14:textId="70A43313" w:rsidR="005E3E80" w:rsidRDefault="005E3E80" w:rsidP="00A45A59">
      <w:pPr>
        <w:rPr>
          <w:rFonts w:ascii="Calibri" w:hAnsi="Calibri" w:cs="Arial"/>
          <w:sz w:val="20"/>
        </w:rPr>
      </w:pPr>
    </w:p>
    <w:p w14:paraId="664859E2" w14:textId="77777777" w:rsidR="005E3E80" w:rsidRDefault="005E3E80" w:rsidP="00A45A59">
      <w:pPr>
        <w:rPr>
          <w:rFonts w:ascii="Calibri" w:hAnsi="Calibri" w:cs="Arial"/>
          <w:sz w:val="20"/>
        </w:rPr>
      </w:pPr>
    </w:p>
    <w:p w14:paraId="3DC7949F" w14:textId="51E7BC03" w:rsidR="003A3F59" w:rsidRPr="008335F4" w:rsidRDefault="003A3F59" w:rsidP="003A3F59">
      <w:pPr>
        <w:rPr>
          <w:rFonts w:ascii="Calibri" w:hAnsi="Calibri"/>
          <w:sz w:val="20"/>
        </w:rPr>
      </w:pPr>
      <w:r w:rsidRPr="008335F4">
        <w:rPr>
          <w:rFonts w:ascii="Calibri" w:hAnsi="Calibri"/>
          <w:sz w:val="20"/>
        </w:rPr>
        <w:t xml:space="preserve">Infos: MEPA </w:t>
      </w:r>
      <w:r w:rsidR="00090D29" w:rsidRPr="003A3F59">
        <w:rPr>
          <w:rFonts w:ascii="Calibri" w:hAnsi="Calibri" w:cs="Arial"/>
          <w:sz w:val="20"/>
        </w:rPr>
        <w:t>–</w:t>
      </w:r>
      <w:r w:rsidRPr="008335F4">
        <w:rPr>
          <w:rFonts w:ascii="Calibri" w:hAnsi="Calibri"/>
          <w:sz w:val="20"/>
        </w:rPr>
        <w:t xml:space="preserve"> Pauli und Menden GmbH, Rolandsecker Weg 37, D-53619 Rheinbreitbach, Tel. +49 (0) </w:t>
      </w:r>
      <w:r w:rsidRPr="008335F4">
        <w:rPr>
          <w:rFonts w:ascii="Calibri" w:hAnsi="Calibri"/>
          <w:sz w:val="20"/>
          <w:lang w:val="fr-FR"/>
        </w:rPr>
        <w:t xml:space="preserve">2224/929-0,  </w:t>
      </w:r>
      <w:hyperlink r:id="rId8" w:history="1">
        <w:r w:rsidRPr="00FC51BA">
          <w:rPr>
            <w:rStyle w:val="Hyperlink"/>
            <w:rFonts w:ascii="Calibri" w:hAnsi="Calibri"/>
            <w:sz w:val="20"/>
            <w:lang w:val="fr-FR"/>
          </w:rPr>
          <w:t>www.mepa.de</w:t>
        </w:r>
      </w:hyperlink>
    </w:p>
    <w:p w14:paraId="2C9D7473" w14:textId="77777777" w:rsidR="003A3F59" w:rsidRDefault="003A3F59" w:rsidP="00A45A59">
      <w:pPr>
        <w:rPr>
          <w:rFonts w:ascii="Calibri" w:hAnsi="Calibri" w:cs="Arial"/>
          <w:sz w:val="20"/>
        </w:rPr>
      </w:pPr>
    </w:p>
    <w:p w14:paraId="1A3A26D8" w14:textId="77777777" w:rsidR="00217F93" w:rsidRDefault="00217F93" w:rsidP="003A3F59">
      <w:pPr>
        <w:rPr>
          <w:rFonts w:ascii="Calibri" w:hAnsi="Calibri" w:cs="Arial"/>
          <w:sz w:val="20"/>
        </w:rPr>
      </w:pPr>
    </w:p>
    <w:p w14:paraId="0B253495" w14:textId="77777777" w:rsidR="00217F93" w:rsidRDefault="00217F93" w:rsidP="003A3F59">
      <w:pPr>
        <w:rPr>
          <w:rFonts w:ascii="Calibri" w:hAnsi="Calibri" w:cs="Arial"/>
          <w:sz w:val="20"/>
        </w:rPr>
      </w:pPr>
    </w:p>
    <w:p w14:paraId="3CAB28A2" w14:textId="43F0E244" w:rsidR="003A3F59" w:rsidRPr="003A3F59" w:rsidRDefault="003A3F59" w:rsidP="003A3F59">
      <w:pPr>
        <w:rPr>
          <w:rFonts w:ascii="Calibri" w:hAnsi="Calibri" w:cs="Arial"/>
          <w:b/>
          <w:sz w:val="20"/>
        </w:rPr>
      </w:pPr>
      <w:r w:rsidRPr="003A3F59">
        <w:rPr>
          <w:rFonts w:ascii="Calibri" w:hAnsi="Calibri" w:cs="Arial"/>
          <w:b/>
          <w:sz w:val="20"/>
        </w:rPr>
        <w:t xml:space="preserve">Textumfang </w:t>
      </w:r>
    </w:p>
    <w:p w14:paraId="0D42AB51" w14:textId="579AA0C3" w:rsidR="003A3F59" w:rsidRDefault="003A3F59" w:rsidP="003A3F59">
      <w:pPr>
        <w:rPr>
          <w:rFonts w:ascii="Calibri" w:hAnsi="Calibri" w:cs="Arial"/>
          <w:sz w:val="20"/>
        </w:rPr>
      </w:pPr>
      <w:r w:rsidRPr="003A3F59">
        <w:rPr>
          <w:rFonts w:ascii="Calibri" w:hAnsi="Calibri" w:cs="Arial"/>
          <w:sz w:val="20"/>
        </w:rPr>
        <w:t>ca. 2.</w:t>
      </w:r>
      <w:r w:rsidR="003A5C2F">
        <w:rPr>
          <w:rFonts w:ascii="Calibri" w:hAnsi="Calibri" w:cs="Arial"/>
          <w:sz w:val="20"/>
        </w:rPr>
        <w:t>3</w:t>
      </w:r>
      <w:r w:rsidRPr="003A3F59">
        <w:rPr>
          <w:rFonts w:ascii="Calibri" w:hAnsi="Calibri" w:cs="Arial"/>
          <w:sz w:val="20"/>
        </w:rPr>
        <w:t>00 Zeichen mit Leerzeichen</w:t>
      </w:r>
    </w:p>
    <w:p w14:paraId="51B2FB72" w14:textId="77777777" w:rsidR="003A3F59" w:rsidRPr="003A3F59" w:rsidRDefault="003A3F59" w:rsidP="003A3F59">
      <w:pPr>
        <w:rPr>
          <w:rFonts w:ascii="Calibri" w:hAnsi="Calibri" w:cs="Arial"/>
          <w:sz w:val="20"/>
        </w:rPr>
      </w:pPr>
    </w:p>
    <w:p w14:paraId="5A652705" w14:textId="77777777" w:rsidR="003A3F59" w:rsidRPr="003A3F59" w:rsidRDefault="003A3F59" w:rsidP="003A3F59">
      <w:pPr>
        <w:rPr>
          <w:rFonts w:ascii="Calibri" w:hAnsi="Calibri" w:cs="Arial"/>
          <w:sz w:val="20"/>
        </w:rPr>
      </w:pPr>
      <w:r w:rsidRPr="003A3F59">
        <w:rPr>
          <w:rFonts w:ascii="Calibri" w:hAnsi="Calibri" w:cs="Arial"/>
          <w:sz w:val="20"/>
        </w:rPr>
        <w:t>Abdruck frei – Belegexemplar an Proesler Kommunikation erbeten</w:t>
      </w:r>
    </w:p>
    <w:p w14:paraId="7596C627" w14:textId="77777777" w:rsidR="003A3F59" w:rsidRPr="003A3F59" w:rsidRDefault="003A3F59" w:rsidP="003A3F59">
      <w:pPr>
        <w:rPr>
          <w:rFonts w:ascii="Calibri" w:hAnsi="Calibri" w:cs="Arial"/>
          <w:sz w:val="20"/>
        </w:rPr>
      </w:pPr>
    </w:p>
    <w:p w14:paraId="343CB01E" w14:textId="77777777" w:rsidR="003A3F59" w:rsidRPr="003A3F59" w:rsidRDefault="003A3F59" w:rsidP="003A3F59">
      <w:pPr>
        <w:rPr>
          <w:rFonts w:ascii="Calibri" w:hAnsi="Calibri" w:cs="Arial"/>
          <w:sz w:val="20"/>
        </w:rPr>
      </w:pPr>
    </w:p>
    <w:p w14:paraId="173D42BF" w14:textId="77777777" w:rsidR="003A3F59" w:rsidRPr="003A3F59" w:rsidRDefault="003A3F59" w:rsidP="003A3F59">
      <w:pPr>
        <w:rPr>
          <w:rFonts w:ascii="Calibri" w:hAnsi="Calibri" w:cs="Arial"/>
          <w:b/>
          <w:sz w:val="20"/>
        </w:rPr>
      </w:pPr>
      <w:r w:rsidRPr="003A3F59">
        <w:rPr>
          <w:rFonts w:ascii="Calibri" w:hAnsi="Calibri" w:cs="Arial"/>
          <w:b/>
          <w:sz w:val="20"/>
        </w:rPr>
        <w:t>Download</w:t>
      </w:r>
    </w:p>
    <w:p w14:paraId="243656AE" w14:textId="77777777" w:rsidR="003A3F59" w:rsidRPr="003A3F59" w:rsidRDefault="003A3F59" w:rsidP="003A3F59">
      <w:pPr>
        <w:rPr>
          <w:rFonts w:ascii="Calibri" w:hAnsi="Calibri" w:cs="Arial"/>
          <w:sz w:val="20"/>
        </w:rPr>
      </w:pPr>
      <w:r w:rsidRPr="003A3F59">
        <w:rPr>
          <w:rFonts w:ascii="Calibri" w:hAnsi="Calibri" w:cs="Arial"/>
          <w:sz w:val="20"/>
        </w:rPr>
        <w:t xml:space="preserve">Pressetext und Abbildung finden Sie als zip-Datei zum Download unter </w:t>
      </w:r>
    </w:p>
    <w:p w14:paraId="53A81B04" w14:textId="38EFC9A8" w:rsidR="003A3F59" w:rsidRPr="003A3F59" w:rsidRDefault="003D079F" w:rsidP="003A3F59">
      <w:pPr>
        <w:rPr>
          <w:rFonts w:ascii="Calibri" w:hAnsi="Calibri" w:cs="Arial"/>
          <w:sz w:val="20"/>
        </w:rPr>
      </w:pPr>
      <w:hyperlink r:id="rId9" w:history="1">
        <w:r w:rsidR="0094708B">
          <w:rPr>
            <w:rStyle w:val="Hyperlink"/>
            <w:rFonts w:ascii="Calibri" w:hAnsi="Calibri" w:cs="Arial"/>
            <w:sz w:val="20"/>
          </w:rPr>
          <w:t>https://download.proesler.com/mepa-reiner-pauli.zip</w:t>
        </w:r>
      </w:hyperlink>
    </w:p>
    <w:p w14:paraId="73213F11" w14:textId="77777777" w:rsidR="003A3F59" w:rsidRDefault="003A3F59" w:rsidP="003A3F59">
      <w:pPr>
        <w:rPr>
          <w:rFonts w:ascii="Calibri" w:hAnsi="Calibri"/>
          <w:b/>
          <w:sz w:val="20"/>
        </w:rPr>
      </w:pPr>
    </w:p>
    <w:p w14:paraId="5D7D6E7A" w14:textId="77777777" w:rsidR="003A3F59" w:rsidRDefault="003A3F59" w:rsidP="003A3F59">
      <w:pPr>
        <w:rPr>
          <w:rFonts w:ascii="Calibri" w:hAnsi="Calibri"/>
          <w:b/>
          <w:sz w:val="20"/>
        </w:rPr>
      </w:pPr>
    </w:p>
    <w:p w14:paraId="30042F8A" w14:textId="77777777" w:rsidR="003A3F59" w:rsidRPr="003A3F59" w:rsidRDefault="003A3F59" w:rsidP="003A3F59">
      <w:pPr>
        <w:rPr>
          <w:rFonts w:ascii="Calibri" w:hAnsi="Calibri"/>
          <w:b/>
          <w:sz w:val="20"/>
        </w:rPr>
      </w:pPr>
      <w:r>
        <w:rPr>
          <w:rFonts w:ascii="Calibri" w:hAnsi="Calibri"/>
          <w:b/>
          <w:sz w:val="20"/>
        </w:rPr>
        <w:t>Bildunterschriften</w:t>
      </w:r>
    </w:p>
    <w:p w14:paraId="2BA08638" w14:textId="77777777" w:rsidR="006E31B8" w:rsidRPr="00217F93" w:rsidRDefault="00DB2D08" w:rsidP="006E31B8">
      <w:pPr>
        <w:rPr>
          <w:rFonts w:ascii="Calibri" w:hAnsi="Calibri"/>
          <w:sz w:val="20"/>
          <w:u w:val="single"/>
        </w:rPr>
      </w:pPr>
      <w:r w:rsidRPr="00217F93">
        <w:rPr>
          <w:rFonts w:ascii="Calibri" w:hAnsi="Calibri"/>
          <w:sz w:val="20"/>
          <w:u w:val="single"/>
        </w:rPr>
        <w:t>B</w:t>
      </w:r>
      <w:r w:rsidR="00D846FA" w:rsidRPr="00217F93">
        <w:rPr>
          <w:rFonts w:ascii="Calibri" w:hAnsi="Calibri"/>
          <w:sz w:val="20"/>
          <w:u w:val="single"/>
        </w:rPr>
        <w:t xml:space="preserve">ild </w:t>
      </w:r>
      <w:r w:rsidR="005D3704" w:rsidRPr="00217F93">
        <w:rPr>
          <w:rFonts w:ascii="Calibri" w:hAnsi="Calibri"/>
          <w:sz w:val="20"/>
          <w:u w:val="single"/>
        </w:rPr>
        <w:t>0</w:t>
      </w:r>
      <w:r w:rsidR="00D846FA" w:rsidRPr="00217F93">
        <w:rPr>
          <w:rFonts w:ascii="Calibri" w:hAnsi="Calibri"/>
          <w:sz w:val="20"/>
          <w:u w:val="single"/>
        </w:rPr>
        <w:t xml:space="preserve">1: </w:t>
      </w:r>
    </w:p>
    <w:p w14:paraId="4A76706C" w14:textId="39CF89F2" w:rsidR="00D807B1" w:rsidRDefault="00090D29" w:rsidP="006E31B8">
      <w:pPr>
        <w:rPr>
          <w:rFonts w:ascii="Calibri" w:hAnsi="Calibri" w:cs="Arial"/>
          <w:sz w:val="20"/>
        </w:rPr>
      </w:pPr>
      <w:r>
        <w:rPr>
          <w:rFonts w:ascii="Calibri" w:hAnsi="Calibri" w:cs="Arial"/>
          <w:sz w:val="20"/>
        </w:rPr>
        <w:t xml:space="preserve">Als geschäftsführender Gesellschafter hat </w:t>
      </w:r>
      <w:r w:rsidRPr="00090D29">
        <w:rPr>
          <w:rFonts w:ascii="Calibri" w:hAnsi="Calibri" w:cs="Arial"/>
          <w:sz w:val="20"/>
        </w:rPr>
        <w:t>Reiner Pauli das Familienunternehmen über Jahrze</w:t>
      </w:r>
      <w:r>
        <w:rPr>
          <w:rFonts w:ascii="Calibri" w:hAnsi="Calibri" w:cs="Arial"/>
          <w:sz w:val="20"/>
        </w:rPr>
        <w:t>h</w:t>
      </w:r>
      <w:r w:rsidRPr="00090D29">
        <w:rPr>
          <w:rFonts w:ascii="Calibri" w:hAnsi="Calibri" w:cs="Arial"/>
          <w:sz w:val="20"/>
        </w:rPr>
        <w:t>nte hinweg maßgeblich gestaltet</w:t>
      </w:r>
      <w:r>
        <w:rPr>
          <w:rFonts w:ascii="Calibri" w:hAnsi="Calibri" w:cs="Arial"/>
          <w:sz w:val="20"/>
        </w:rPr>
        <w:t xml:space="preserve">. Nun übergibt er die operative Geschäftsführung an </w:t>
      </w:r>
      <w:r w:rsidRPr="00090D29">
        <w:rPr>
          <w:rFonts w:ascii="Calibri" w:hAnsi="Calibri" w:cs="Arial"/>
          <w:sz w:val="20"/>
        </w:rPr>
        <w:t>Christian Kuncz und Katrin Schwab-Zettl</w:t>
      </w:r>
      <w:r>
        <w:rPr>
          <w:rFonts w:ascii="Calibri" w:hAnsi="Calibri" w:cs="Arial"/>
          <w:sz w:val="20"/>
        </w:rPr>
        <w:t>.</w:t>
      </w:r>
    </w:p>
    <w:p w14:paraId="0C39E1C2" w14:textId="77777777" w:rsidR="00090D29" w:rsidRDefault="00090D29" w:rsidP="006E31B8">
      <w:pPr>
        <w:rPr>
          <w:rFonts w:ascii="Calibri" w:hAnsi="Calibri" w:cs="Arial"/>
          <w:sz w:val="20"/>
        </w:rPr>
      </w:pPr>
    </w:p>
    <w:p w14:paraId="53EE7BAA" w14:textId="3015AC0E" w:rsidR="00D846FA" w:rsidRDefault="006E31B8" w:rsidP="006E31B8">
      <w:pPr>
        <w:rPr>
          <w:rFonts w:ascii="Calibri" w:hAnsi="Calibri" w:cs="Arial"/>
          <w:sz w:val="20"/>
        </w:rPr>
      </w:pPr>
      <w:r w:rsidRPr="006E31B8">
        <w:rPr>
          <w:rFonts w:ascii="Calibri" w:hAnsi="Calibri" w:cs="Arial"/>
          <w:sz w:val="20"/>
        </w:rPr>
        <w:t>© MEPA</w:t>
      </w:r>
    </w:p>
    <w:p w14:paraId="7F0B024B" w14:textId="77777777" w:rsidR="006E31B8" w:rsidRDefault="006E31B8" w:rsidP="00D0697C">
      <w:pPr>
        <w:rPr>
          <w:rFonts w:ascii="Calibri" w:hAnsi="Calibri" w:cs="Arial"/>
          <w:sz w:val="20"/>
        </w:rPr>
      </w:pPr>
    </w:p>
    <w:p w14:paraId="231B4841" w14:textId="77777777" w:rsidR="00CA4E17" w:rsidRDefault="00CA4E17" w:rsidP="006E31B8">
      <w:pPr>
        <w:rPr>
          <w:rFonts w:ascii="Calibri" w:hAnsi="Calibri" w:cs="Arial"/>
          <w:sz w:val="20"/>
        </w:rPr>
      </w:pPr>
    </w:p>
    <w:p w14:paraId="68AFA3CD" w14:textId="77777777" w:rsidR="00CA4E17" w:rsidRDefault="00CA4E17" w:rsidP="00CA4E17">
      <w:pPr>
        <w:rPr>
          <w:rFonts w:ascii="Calibri" w:hAnsi="Calibri" w:cs="Arial"/>
          <w:sz w:val="20"/>
        </w:rPr>
      </w:pPr>
      <w:r w:rsidRPr="003A3F59">
        <w:rPr>
          <w:rFonts w:ascii="Calibri" w:hAnsi="Calibri" w:cs="Arial"/>
          <w:sz w:val="20"/>
        </w:rPr>
        <w:t>Bitte achten Sie auf die korrekte Nennung der Fotonachweise und auf die ausschließliche Verwendung im Zusammenhang mit dieser Pressemitteilung.</w:t>
      </w:r>
    </w:p>
    <w:p w14:paraId="352BE689" w14:textId="5ACB6EDE" w:rsidR="00CA4E17" w:rsidRDefault="00CA4E17" w:rsidP="006E31B8">
      <w:pPr>
        <w:rPr>
          <w:rFonts w:ascii="Calibri" w:hAnsi="Calibri" w:cs="Arial"/>
          <w:sz w:val="20"/>
        </w:rPr>
      </w:pPr>
    </w:p>
    <w:p w14:paraId="49691D1B" w14:textId="608E6235" w:rsidR="001C4506" w:rsidRDefault="001C4506" w:rsidP="006E31B8">
      <w:pPr>
        <w:rPr>
          <w:rFonts w:ascii="Calibri" w:hAnsi="Calibri" w:cs="Arial"/>
          <w:sz w:val="20"/>
        </w:rPr>
      </w:pPr>
    </w:p>
    <w:p w14:paraId="515A7D72" w14:textId="178B515D" w:rsidR="001C4506" w:rsidRDefault="001C4506" w:rsidP="006E31B8">
      <w:pPr>
        <w:rPr>
          <w:rFonts w:ascii="Calibri" w:hAnsi="Calibri" w:cs="Arial"/>
          <w:sz w:val="20"/>
        </w:rPr>
      </w:pPr>
    </w:p>
    <w:p w14:paraId="5DDA6C79" w14:textId="77777777" w:rsidR="001C4506" w:rsidRPr="001C4506" w:rsidRDefault="001C4506" w:rsidP="001C4506">
      <w:pPr>
        <w:rPr>
          <w:rFonts w:ascii="Calibri" w:hAnsi="Calibri" w:cs="Arial"/>
          <w:b/>
          <w:bCs/>
          <w:sz w:val="20"/>
        </w:rPr>
      </w:pPr>
      <w:r w:rsidRPr="001C4506">
        <w:rPr>
          <w:rFonts w:ascii="Calibri" w:hAnsi="Calibri" w:cs="Arial"/>
          <w:b/>
          <w:bCs/>
          <w:sz w:val="20"/>
        </w:rPr>
        <w:t>Über MEPA – Pauli und Menden GmbH</w:t>
      </w:r>
    </w:p>
    <w:p w14:paraId="2ACAFE0C" w14:textId="770CD61E" w:rsidR="00FD23EB" w:rsidRDefault="001C4506" w:rsidP="00D846FA">
      <w:pPr>
        <w:rPr>
          <w:rFonts w:ascii="Calibri" w:hAnsi="Calibri" w:cs="Arial"/>
          <w:sz w:val="20"/>
        </w:rPr>
      </w:pPr>
      <w:r w:rsidRPr="001C4506">
        <w:rPr>
          <w:rFonts w:ascii="Calibri" w:hAnsi="Calibri" w:cs="Arial"/>
          <w:sz w:val="20"/>
        </w:rPr>
        <w:t>MEPA ist ein inhabergeführtes, mittelständisches Unternehmen der Sanitärtechnik mit Sitz in Rheinbreitbach und Pegau. Seit der Gründung im Jahr 1963 hat sich MEPA von einem Handwerksbetrieb zu einem modernen Industriehersteller entwickelt. Das Unternehmen entwickelt und produziert differenzierte Systemlösungen für die Planung, Installation und Gestaltung sanitärtechnischer Anlagen – mit einem besonderen Fokus auf Wanneneinbautechnik, Abdichtung, Vorwandinstallation sowie sanitärelektronische Komponenten. Dafür setzt MEPA auf technische Innovationskraft und sein starkes Partnernetzwerk. Aktuell beschäftigt das Unternehmen rund 150 Mitarbeiter und ist seit 2023 Teil der REHAU Group.</w:t>
      </w:r>
    </w:p>
    <w:sectPr w:rsidR="00FD23EB" w:rsidSect="00B6700C">
      <w:headerReference w:type="even" r:id="rId10"/>
      <w:headerReference w:type="default" r:id="rId11"/>
      <w:footerReference w:type="even" r:id="rId12"/>
      <w:footerReference w:type="default" r:id="rId13"/>
      <w:headerReference w:type="first" r:id="rId14"/>
      <w:footerReference w:type="first" r:id="rId15"/>
      <w:pgSz w:w="11906" w:h="16838" w:code="9"/>
      <w:pgMar w:top="3970" w:right="1274" w:bottom="1276" w:left="368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B396E" w14:textId="77777777" w:rsidR="00AD389C" w:rsidRDefault="00AD389C">
      <w:r>
        <w:separator/>
      </w:r>
    </w:p>
  </w:endnote>
  <w:endnote w:type="continuationSeparator" w:id="0">
    <w:p w14:paraId="51F07CF5" w14:textId="77777777" w:rsidR="00AD389C" w:rsidRDefault="00AD3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3834B" w14:textId="77777777" w:rsidR="009E6AB8" w:rsidRDefault="009E6AB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EA0B580" w14:textId="77777777" w:rsidR="009E6AB8" w:rsidRDefault="009E6AB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6D53" w14:textId="77777777" w:rsidR="009E6AB8" w:rsidRPr="000E1E44" w:rsidRDefault="009E6AB8">
    <w:pPr>
      <w:pStyle w:val="Fuzeile"/>
      <w:framePr w:wrap="around" w:vAnchor="text" w:hAnchor="margin" w:xAlign="right" w:y="1"/>
      <w:rPr>
        <w:rStyle w:val="Seitenzahl"/>
        <w:rFonts w:ascii="Calibri" w:hAnsi="Calibri"/>
        <w:b/>
        <w:sz w:val="20"/>
      </w:rPr>
    </w:pPr>
    <w:r w:rsidRPr="000E1E44">
      <w:rPr>
        <w:rStyle w:val="Seitenzahl"/>
        <w:rFonts w:ascii="Calibri" w:hAnsi="Calibri"/>
        <w:b/>
        <w:sz w:val="20"/>
      </w:rPr>
      <w:fldChar w:fldCharType="begin"/>
    </w:r>
    <w:r w:rsidRPr="000E1E44">
      <w:rPr>
        <w:rStyle w:val="Seitenzahl"/>
        <w:rFonts w:ascii="Calibri" w:hAnsi="Calibri"/>
        <w:b/>
        <w:sz w:val="20"/>
      </w:rPr>
      <w:instrText xml:space="preserve">PAGE  </w:instrText>
    </w:r>
    <w:r w:rsidRPr="000E1E44">
      <w:rPr>
        <w:rStyle w:val="Seitenzahl"/>
        <w:rFonts w:ascii="Calibri" w:hAnsi="Calibri"/>
        <w:b/>
        <w:sz w:val="20"/>
      </w:rPr>
      <w:fldChar w:fldCharType="separate"/>
    </w:r>
    <w:r w:rsidR="00CA4E17">
      <w:rPr>
        <w:rStyle w:val="Seitenzahl"/>
        <w:rFonts w:ascii="Calibri" w:hAnsi="Calibri"/>
        <w:b/>
        <w:noProof/>
        <w:sz w:val="20"/>
      </w:rPr>
      <w:t>1</w:t>
    </w:r>
    <w:r w:rsidRPr="000E1E44">
      <w:rPr>
        <w:rStyle w:val="Seitenzahl"/>
        <w:rFonts w:ascii="Calibri" w:hAnsi="Calibri"/>
        <w:b/>
        <w:sz w:val="20"/>
      </w:rPr>
      <w:fldChar w:fldCharType="end"/>
    </w:r>
  </w:p>
  <w:p w14:paraId="01F6D61C" w14:textId="77777777" w:rsidR="009E6AB8" w:rsidRDefault="009E6AB8">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996E5" w14:textId="77777777" w:rsidR="007413AD" w:rsidRDefault="007413A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0907C" w14:textId="77777777" w:rsidR="00AD389C" w:rsidRDefault="00AD389C">
      <w:r>
        <w:separator/>
      </w:r>
    </w:p>
  </w:footnote>
  <w:footnote w:type="continuationSeparator" w:id="0">
    <w:p w14:paraId="5ABBBA33" w14:textId="77777777" w:rsidR="00AD389C" w:rsidRDefault="00AD3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DF3F" w14:textId="77777777" w:rsidR="007413AD" w:rsidRDefault="007413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786F3" w14:textId="77777777" w:rsidR="00DE0501" w:rsidRDefault="00BB469A">
    <w:pPr>
      <w:pStyle w:val="Kopfzeile"/>
    </w:pPr>
    <w:r>
      <w:rPr>
        <w:noProof/>
      </w:rPr>
      <w:drawing>
        <wp:anchor distT="0" distB="0" distL="114300" distR="114300" simplePos="0" relativeHeight="251657728" behindDoc="1" locked="0" layoutInCell="1" allowOverlap="1" wp14:anchorId="649745BF" wp14:editId="1A5BAD38">
          <wp:simplePos x="0" y="0"/>
          <wp:positionH relativeFrom="column">
            <wp:posOffset>-2349663</wp:posOffset>
          </wp:positionH>
          <wp:positionV relativeFrom="paragraph">
            <wp:posOffset>-461643</wp:posOffset>
          </wp:positionV>
          <wp:extent cx="7560310" cy="10686085"/>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10" cy="106860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5271C" w14:textId="77777777" w:rsidR="007413AD" w:rsidRDefault="007413A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39F4"/>
    <w:multiLevelType w:val="hybridMultilevel"/>
    <w:tmpl w:val="051C63EA"/>
    <w:lvl w:ilvl="0" w:tplc="593CAC7E">
      <w:numFmt w:val="bullet"/>
      <w:lvlText w:val="-"/>
      <w:lvlJc w:val="left"/>
      <w:pPr>
        <w:tabs>
          <w:tab w:val="num" w:pos="720"/>
        </w:tabs>
        <w:ind w:left="720" w:hanging="360"/>
      </w:pPr>
      <w:rPr>
        <w:rFonts w:ascii="Arial Narrow" w:eastAsia="Times New Roman" w:hAnsi="Arial Narrow"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4B6EB3"/>
    <w:multiLevelType w:val="hybridMultilevel"/>
    <w:tmpl w:val="41C8FB4E"/>
    <w:lvl w:ilvl="0" w:tplc="FED281AC">
      <w:numFmt w:val="bullet"/>
      <w:lvlText w:val=""/>
      <w:lvlJc w:val="left"/>
      <w:pPr>
        <w:ind w:left="720" w:hanging="360"/>
      </w:pPr>
      <w:rPr>
        <w:rFonts w:ascii="Symbol" w:eastAsia="Times New Roman" w:hAnsi="Symbo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E84"/>
    <w:rsid w:val="0000091E"/>
    <w:rsid w:val="00001E37"/>
    <w:rsid w:val="00003075"/>
    <w:rsid w:val="00003485"/>
    <w:rsid w:val="000035A0"/>
    <w:rsid w:val="00004BC0"/>
    <w:rsid w:val="0000735C"/>
    <w:rsid w:val="000119BB"/>
    <w:rsid w:val="000128BB"/>
    <w:rsid w:val="00013F6A"/>
    <w:rsid w:val="00013FD7"/>
    <w:rsid w:val="0001412F"/>
    <w:rsid w:val="0001433F"/>
    <w:rsid w:val="0001527D"/>
    <w:rsid w:val="00016D3C"/>
    <w:rsid w:val="000172B1"/>
    <w:rsid w:val="00017783"/>
    <w:rsid w:val="00017A59"/>
    <w:rsid w:val="00017D90"/>
    <w:rsid w:val="0002409E"/>
    <w:rsid w:val="00024402"/>
    <w:rsid w:val="0002448D"/>
    <w:rsid w:val="00024847"/>
    <w:rsid w:val="00024B4B"/>
    <w:rsid w:val="00024DCB"/>
    <w:rsid w:val="00025012"/>
    <w:rsid w:val="00025133"/>
    <w:rsid w:val="00025592"/>
    <w:rsid w:val="000259C5"/>
    <w:rsid w:val="00026794"/>
    <w:rsid w:val="00030B60"/>
    <w:rsid w:val="0003127B"/>
    <w:rsid w:val="00031603"/>
    <w:rsid w:val="0003164C"/>
    <w:rsid w:val="0003175F"/>
    <w:rsid w:val="0003182E"/>
    <w:rsid w:val="000325E6"/>
    <w:rsid w:val="000328CA"/>
    <w:rsid w:val="000328DF"/>
    <w:rsid w:val="00032924"/>
    <w:rsid w:val="000331A2"/>
    <w:rsid w:val="00034058"/>
    <w:rsid w:val="00034844"/>
    <w:rsid w:val="00034C91"/>
    <w:rsid w:val="00035137"/>
    <w:rsid w:val="00035AE9"/>
    <w:rsid w:val="00037803"/>
    <w:rsid w:val="00037C27"/>
    <w:rsid w:val="00040567"/>
    <w:rsid w:val="000411BB"/>
    <w:rsid w:val="0004367F"/>
    <w:rsid w:val="00043D0F"/>
    <w:rsid w:val="00045000"/>
    <w:rsid w:val="000456F3"/>
    <w:rsid w:val="0004587C"/>
    <w:rsid w:val="00050E08"/>
    <w:rsid w:val="00053A02"/>
    <w:rsid w:val="00053FBC"/>
    <w:rsid w:val="00054486"/>
    <w:rsid w:val="00056AEB"/>
    <w:rsid w:val="0005742D"/>
    <w:rsid w:val="00057EE5"/>
    <w:rsid w:val="00060EBE"/>
    <w:rsid w:val="000611D0"/>
    <w:rsid w:val="0006134E"/>
    <w:rsid w:val="000613FA"/>
    <w:rsid w:val="00061D1D"/>
    <w:rsid w:val="000628EE"/>
    <w:rsid w:val="00063000"/>
    <w:rsid w:val="00063FDF"/>
    <w:rsid w:val="00064700"/>
    <w:rsid w:val="00067A23"/>
    <w:rsid w:val="00070725"/>
    <w:rsid w:val="00070A23"/>
    <w:rsid w:val="00070B9C"/>
    <w:rsid w:val="00072697"/>
    <w:rsid w:val="00073E8C"/>
    <w:rsid w:val="0007419E"/>
    <w:rsid w:val="00074872"/>
    <w:rsid w:val="000754A1"/>
    <w:rsid w:val="0007606E"/>
    <w:rsid w:val="00076F7E"/>
    <w:rsid w:val="00077791"/>
    <w:rsid w:val="00080AC0"/>
    <w:rsid w:val="00080FC8"/>
    <w:rsid w:val="00081A6E"/>
    <w:rsid w:val="00083809"/>
    <w:rsid w:val="00084CFB"/>
    <w:rsid w:val="00084DE5"/>
    <w:rsid w:val="000860AE"/>
    <w:rsid w:val="000860BB"/>
    <w:rsid w:val="00086E7A"/>
    <w:rsid w:val="00086E90"/>
    <w:rsid w:val="00090450"/>
    <w:rsid w:val="00090D29"/>
    <w:rsid w:val="00091D11"/>
    <w:rsid w:val="00092907"/>
    <w:rsid w:val="00092E8B"/>
    <w:rsid w:val="000942D7"/>
    <w:rsid w:val="000950D1"/>
    <w:rsid w:val="00095A98"/>
    <w:rsid w:val="00096314"/>
    <w:rsid w:val="0009746E"/>
    <w:rsid w:val="000A052D"/>
    <w:rsid w:val="000A09D1"/>
    <w:rsid w:val="000A3856"/>
    <w:rsid w:val="000A3C34"/>
    <w:rsid w:val="000A6BC1"/>
    <w:rsid w:val="000A7675"/>
    <w:rsid w:val="000B1DE7"/>
    <w:rsid w:val="000B2510"/>
    <w:rsid w:val="000B33CD"/>
    <w:rsid w:val="000B500B"/>
    <w:rsid w:val="000B5827"/>
    <w:rsid w:val="000B6395"/>
    <w:rsid w:val="000B63AB"/>
    <w:rsid w:val="000B6DE0"/>
    <w:rsid w:val="000C0F7E"/>
    <w:rsid w:val="000C16DD"/>
    <w:rsid w:val="000C3F98"/>
    <w:rsid w:val="000C41F7"/>
    <w:rsid w:val="000C61AC"/>
    <w:rsid w:val="000C63AE"/>
    <w:rsid w:val="000C6CC4"/>
    <w:rsid w:val="000C7D79"/>
    <w:rsid w:val="000D0231"/>
    <w:rsid w:val="000D2146"/>
    <w:rsid w:val="000D3E9F"/>
    <w:rsid w:val="000D4891"/>
    <w:rsid w:val="000D71FE"/>
    <w:rsid w:val="000D7E81"/>
    <w:rsid w:val="000E0642"/>
    <w:rsid w:val="000E0A71"/>
    <w:rsid w:val="000E1C6F"/>
    <w:rsid w:val="000E1E44"/>
    <w:rsid w:val="000E2057"/>
    <w:rsid w:val="000E2CC7"/>
    <w:rsid w:val="000E3681"/>
    <w:rsid w:val="000E38D9"/>
    <w:rsid w:val="000E3B22"/>
    <w:rsid w:val="000E4651"/>
    <w:rsid w:val="000E540F"/>
    <w:rsid w:val="000E5F46"/>
    <w:rsid w:val="000E6890"/>
    <w:rsid w:val="000F0BA0"/>
    <w:rsid w:val="000F0C06"/>
    <w:rsid w:val="000F1B3E"/>
    <w:rsid w:val="000F7043"/>
    <w:rsid w:val="000F70B6"/>
    <w:rsid w:val="000F7527"/>
    <w:rsid w:val="001000DD"/>
    <w:rsid w:val="001001EF"/>
    <w:rsid w:val="001021C5"/>
    <w:rsid w:val="00102AF7"/>
    <w:rsid w:val="001031A8"/>
    <w:rsid w:val="00104C67"/>
    <w:rsid w:val="0010591C"/>
    <w:rsid w:val="001073C1"/>
    <w:rsid w:val="00107A5C"/>
    <w:rsid w:val="00110D40"/>
    <w:rsid w:val="0011110E"/>
    <w:rsid w:val="001111C5"/>
    <w:rsid w:val="00111A1A"/>
    <w:rsid w:val="00111B68"/>
    <w:rsid w:val="00111BBE"/>
    <w:rsid w:val="001126FA"/>
    <w:rsid w:val="0011469C"/>
    <w:rsid w:val="001148C0"/>
    <w:rsid w:val="00115312"/>
    <w:rsid w:val="00117084"/>
    <w:rsid w:val="00121309"/>
    <w:rsid w:val="00122E5E"/>
    <w:rsid w:val="001234E8"/>
    <w:rsid w:val="0012550F"/>
    <w:rsid w:val="00125959"/>
    <w:rsid w:val="00125AF8"/>
    <w:rsid w:val="001266F5"/>
    <w:rsid w:val="0012709D"/>
    <w:rsid w:val="001275A0"/>
    <w:rsid w:val="001310DD"/>
    <w:rsid w:val="00131307"/>
    <w:rsid w:val="00131761"/>
    <w:rsid w:val="00131A08"/>
    <w:rsid w:val="00133BDB"/>
    <w:rsid w:val="00133D55"/>
    <w:rsid w:val="00134E9D"/>
    <w:rsid w:val="00135C08"/>
    <w:rsid w:val="001361B6"/>
    <w:rsid w:val="00136BA9"/>
    <w:rsid w:val="00137F2E"/>
    <w:rsid w:val="00140553"/>
    <w:rsid w:val="00141554"/>
    <w:rsid w:val="0014176F"/>
    <w:rsid w:val="0014246C"/>
    <w:rsid w:val="00142916"/>
    <w:rsid w:val="00143301"/>
    <w:rsid w:val="00144D43"/>
    <w:rsid w:val="001463F1"/>
    <w:rsid w:val="001474E5"/>
    <w:rsid w:val="001476DA"/>
    <w:rsid w:val="001502AE"/>
    <w:rsid w:val="001523B3"/>
    <w:rsid w:val="00153502"/>
    <w:rsid w:val="0015395D"/>
    <w:rsid w:val="00154834"/>
    <w:rsid w:val="00154E21"/>
    <w:rsid w:val="0015524D"/>
    <w:rsid w:val="00156719"/>
    <w:rsid w:val="00157C68"/>
    <w:rsid w:val="00160258"/>
    <w:rsid w:val="00160527"/>
    <w:rsid w:val="0016075E"/>
    <w:rsid w:val="00160817"/>
    <w:rsid w:val="001612D4"/>
    <w:rsid w:val="001613A6"/>
    <w:rsid w:val="001632A0"/>
    <w:rsid w:val="001640E4"/>
    <w:rsid w:val="0016410D"/>
    <w:rsid w:val="001652EE"/>
    <w:rsid w:val="00166A6D"/>
    <w:rsid w:val="00170982"/>
    <w:rsid w:val="0017138C"/>
    <w:rsid w:val="00171912"/>
    <w:rsid w:val="00171C02"/>
    <w:rsid w:val="001723C8"/>
    <w:rsid w:val="00172D22"/>
    <w:rsid w:val="00173244"/>
    <w:rsid w:val="001737BA"/>
    <w:rsid w:val="001748AC"/>
    <w:rsid w:val="00175BBF"/>
    <w:rsid w:val="00180929"/>
    <w:rsid w:val="00180978"/>
    <w:rsid w:val="00181071"/>
    <w:rsid w:val="00182DAC"/>
    <w:rsid w:val="00183D25"/>
    <w:rsid w:val="00184352"/>
    <w:rsid w:val="001846CD"/>
    <w:rsid w:val="001846D0"/>
    <w:rsid w:val="001850E3"/>
    <w:rsid w:val="00186442"/>
    <w:rsid w:val="00187287"/>
    <w:rsid w:val="00190C52"/>
    <w:rsid w:val="00191B71"/>
    <w:rsid w:val="00194011"/>
    <w:rsid w:val="00194995"/>
    <w:rsid w:val="001961F0"/>
    <w:rsid w:val="00196AFB"/>
    <w:rsid w:val="001976A0"/>
    <w:rsid w:val="001976D4"/>
    <w:rsid w:val="001A06E8"/>
    <w:rsid w:val="001A17A5"/>
    <w:rsid w:val="001A2CD3"/>
    <w:rsid w:val="001A3F09"/>
    <w:rsid w:val="001A5595"/>
    <w:rsid w:val="001A6792"/>
    <w:rsid w:val="001A6D00"/>
    <w:rsid w:val="001A7122"/>
    <w:rsid w:val="001B0110"/>
    <w:rsid w:val="001B0568"/>
    <w:rsid w:val="001B2436"/>
    <w:rsid w:val="001B2D23"/>
    <w:rsid w:val="001B3956"/>
    <w:rsid w:val="001B4736"/>
    <w:rsid w:val="001B505B"/>
    <w:rsid w:val="001B5190"/>
    <w:rsid w:val="001B61EB"/>
    <w:rsid w:val="001B7997"/>
    <w:rsid w:val="001B7C0D"/>
    <w:rsid w:val="001B7E2C"/>
    <w:rsid w:val="001C0A07"/>
    <w:rsid w:val="001C0DD4"/>
    <w:rsid w:val="001C2582"/>
    <w:rsid w:val="001C4506"/>
    <w:rsid w:val="001C46ED"/>
    <w:rsid w:val="001C4AF3"/>
    <w:rsid w:val="001C4DB1"/>
    <w:rsid w:val="001C576E"/>
    <w:rsid w:val="001C6987"/>
    <w:rsid w:val="001C7C94"/>
    <w:rsid w:val="001D0E56"/>
    <w:rsid w:val="001D1191"/>
    <w:rsid w:val="001D4ABC"/>
    <w:rsid w:val="001D5A71"/>
    <w:rsid w:val="001D7024"/>
    <w:rsid w:val="001D7E18"/>
    <w:rsid w:val="001E1A3A"/>
    <w:rsid w:val="001E3CAD"/>
    <w:rsid w:val="001E5BF1"/>
    <w:rsid w:val="001E6078"/>
    <w:rsid w:val="001E63BC"/>
    <w:rsid w:val="001E6E1E"/>
    <w:rsid w:val="001F0E49"/>
    <w:rsid w:val="001F1172"/>
    <w:rsid w:val="001F250C"/>
    <w:rsid w:val="001F2ABA"/>
    <w:rsid w:val="001F2D3E"/>
    <w:rsid w:val="001F403F"/>
    <w:rsid w:val="001F536B"/>
    <w:rsid w:val="001F5597"/>
    <w:rsid w:val="001F6484"/>
    <w:rsid w:val="001F6E59"/>
    <w:rsid w:val="0020035F"/>
    <w:rsid w:val="00200C1F"/>
    <w:rsid w:val="00201F64"/>
    <w:rsid w:val="00202E54"/>
    <w:rsid w:val="00203A33"/>
    <w:rsid w:val="00203DC0"/>
    <w:rsid w:val="002043E1"/>
    <w:rsid w:val="00205586"/>
    <w:rsid w:val="00206102"/>
    <w:rsid w:val="00206DCB"/>
    <w:rsid w:val="00210BE3"/>
    <w:rsid w:val="0021278B"/>
    <w:rsid w:val="002146AC"/>
    <w:rsid w:val="00214AF7"/>
    <w:rsid w:val="00216BAE"/>
    <w:rsid w:val="00216E5A"/>
    <w:rsid w:val="00217055"/>
    <w:rsid w:val="00217084"/>
    <w:rsid w:val="0021786A"/>
    <w:rsid w:val="00217F93"/>
    <w:rsid w:val="0022270F"/>
    <w:rsid w:val="00223166"/>
    <w:rsid w:val="0022398A"/>
    <w:rsid w:val="00223CDC"/>
    <w:rsid w:val="002246F1"/>
    <w:rsid w:val="00224B2C"/>
    <w:rsid w:val="002261E7"/>
    <w:rsid w:val="002305F8"/>
    <w:rsid w:val="00230E04"/>
    <w:rsid w:val="00231314"/>
    <w:rsid w:val="00231542"/>
    <w:rsid w:val="00231E07"/>
    <w:rsid w:val="002332BE"/>
    <w:rsid w:val="002342B8"/>
    <w:rsid w:val="00235190"/>
    <w:rsid w:val="002352BC"/>
    <w:rsid w:val="00235657"/>
    <w:rsid w:val="002374EC"/>
    <w:rsid w:val="00237BEA"/>
    <w:rsid w:val="0024120B"/>
    <w:rsid w:val="002417A7"/>
    <w:rsid w:val="002427EA"/>
    <w:rsid w:val="002429AB"/>
    <w:rsid w:val="00243F43"/>
    <w:rsid w:val="00244E91"/>
    <w:rsid w:val="00245099"/>
    <w:rsid w:val="0024558F"/>
    <w:rsid w:val="00247DAC"/>
    <w:rsid w:val="00250BF4"/>
    <w:rsid w:val="00250C86"/>
    <w:rsid w:val="00250FFA"/>
    <w:rsid w:val="00251808"/>
    <w:rsid w:val="002524D4"/>
    <w:rsid w:val="00253448"/>
    <w:rsid w:val="002540B1"/>
    <w:rsid w:val="00254425"/>
    <w:rsid w:val="0025775A"/>
    <w:rsid w:val="002577D7"/>
    <w:rsid w:val="0026291A"/>
    <w:rsid w:val="00263B8F"/>
    <w:rsid w:val="002656F6"/>
    <w:rsid w:val="00265AD8"/>
    <w:rsid w:val="0026653A"/>
    <w:rsid w:val="00266939"/>
    <w:rsid w:val="00266AC6"/>
    <w:rsid w:val="00266D43"/>
    <w:rsid w:val="002708E1"/>
    <w:rsid w:val="002709BC"/>
    <w:rsid w:val="00270E07"/>
    <w:rsid w:val="00272DDD"/>
    <w:rsid w:val="002736CE"/>
    <w:rsid w:val="002737D9"/>
    <w:rsid w:val="002738FE"/>
    <w:rsid w:val="00273932"/>
    <w:rsid w:val="00274E65"/>
    <w:rsid w:val="0027511D"/>
    <w:rsid w:val="00275804"/>
    <w:rsid w:val="002765C1"/>
    <w:rsid w:val="00276827"/>
    <w:rsid w:val="002770C5"/>
    <w:rsid w:val="002776B6"/>
    <w:rsid w:val="002802FB"/>
    <w:rsid w:val="002805F5"/>
    <w:rsid w:val="0028134C"/>
    <w:rsid w:val="00282BD7"/>
    <w:rsid w:val="0028410A"/>
    <w:rsid w:val="00284C8C"/>
    <w:rsid w:val="00285238"/>
    <w:rsid w:val="00285626"/>
    <w:rsid w:val="002856E5"/>
    <w:rsid w:val="00285A83"/>
    <w:rsid w:val="00286C85"/>
    <w:rsid w:val="00287876"/>
    <w:rsid w:val="00287A4D"/>
    <w:rsid w:val="00287CB2"/>
    <w:rsid w:val="00290FCC"/>
    <w:rsid w:val="00292E6D"/>
    <w:rsid w:val="002936D0"/>
    <w:rsid w:val="0029414C"/>
    <w:rsid w:val="00294219"/>
    <w:rsid w:val="00294719"/>
    <w:rsid w:val="00294D78"/>
    <w:rsid w:val="00295DCF"/>
    <w:rsid w:val="00296CA5"/>
    <w:rsid w:val="002971C1"/>
    <w:rsid w:val="00297F38"/>
    <w:rsid w:val="002A31C5"/>
    <w:rsid w:val="002A48F3"/>
    <w:rsid w:val="002A4E9E"/>
    <w:rsid w:val="002A731F"/>
    <w:rsid w:val="002B15A9"/>
    <w:rsid w:val="002B17F4"/>
    <w:rsid w:val="002B2C59"/>
    <w:rsid w:val="002B3BD3"/>
    <w:rsid w:val="002B44AA"/>
    <w:rsid w:val="002B4935"/>
    <w:rsid w:val="002B53EC"/>
    <w:rsid w:val="002B57E4"/>
    <w:rsid w:val="002B6460"/>
    <w:rsid w:val="002B663D"/>
    <w:rsid w:val="002B79A1"/>
    <w:rsid w:val="002C0732"/>
    <w:rsid w:val="002C09B3"/>
    <w:rsid w:val="002C0CF6"/>
    <w:rsid w:val="002C1991"/>
    <w:rsid w:val="002C3695"/>
    <w:rsid w:val="002C433F"/>
    <w:rsid w:val="002C48CE"/>
    <w:rsid w:val="002C5809"/>
    <w:rsid w:val="002C5C6B"/>
    <w:rsid w:val="002C7691"/>
    <w:rsid w:val="002C7E38"/>
    <w:rsid w:val="002D08DF"/>
    <w:rsid w:val="002D0E23"/>
    <w:rsid w:val="002D0E36"/>
    <w:rsid w:val="002D1C4D"/>
    <w:rsid w:val="002D1CB2"/>
    <w:rsid w:val="002D51DD"/>
    <w:rsid w:val="002D52E5"/>
    <w:rsid w:val="002D54E8"/>
    <w:rsid w:val="002D5CD8"/>
    <w:rsid w:val="002D6340"/>
    <w:rsid w:val="002D6F40"/>
    <w:rsid w:val="002D71AD"/>
    <w:rsid w:val="002D7EC2"/>
    <w:rsid w:val="002E0069"/>
    <w:rsid w:val="002E046E"/>
    <w:rsid w:val="002E12A9"/>
    <w:rsid w:val="002E1845"/>
    <w:rsid w:val="002E2E55"/>
    <w:rsid w:val="002E36C6"/>
    <w:rsid w:val="002E4AA5"/>
    <w:rsid w:val="002E5B41"/>
    <w:rsid w:val="002E76DC"/>
    <w:rsid w:val="002E7BD4"/>
    <w:rsid w:val="002F0E1A"/>
    <w:rsid w:val="002F1CED"/>
    <w:rsid w:val="002F246C"/>
    <w:rsid w:val="002F2A72"/>
    <w:rsid w:val="002F47F8"/>
    <w:rsid w:val="002F66F2"/>
    <w:rsid w:val="002F6AEA"/>
    <w:rsid w:val="002F722D"/>
    <w:rsid w:val="002F7403"/>
    <w:rsid w:val="00300A0B"/>
    <w:rsid w:val="00300AA2"/>
    <w:rsid w:val="003012F8"/>
    <w:rsid w:val="00301427"/>
    <w:rsid w:val="00301F65"/>
    <w:rsid w:val="003045DD"/>
    <w:rsid w:val="00304B85"/>
    <w:rsid w:val="00305F6B"/>
    <w:rsid w:val="0030645F"/>
    <w:rsid w:val="00306870"/>
    <w:rsid w:val="003101A2"/>
    <w:rsid w:val="00310921"/>
    <w:rsid w:val="003132BA"/>
    <w:rsid w:val="003142FF"/>
    <w:rsid w:val="00316A1B"/>
    <w:rsid w:val="00317330"/>
    <w:rsid w:val="003173FB"/>
    <w:rsid w:val="00320B3B"/>
    <w:rsid w:val="00320B43"/>
    <w:rsid w:val="00323BA7"/>
    <w:rsid w:val="00324354"/>
    <w:rsid w:val="003255B3"/>
    <w:rsid w:val="0032588D"/>
    <w:rsid w:val="00331FAF"/>
    <w:rsid w:val="00334ECB"/>
    <w:rsid w:val="00335191"/>
    <w:rsid w:val="0033721F"/>
    <w:rsid w:val="00337B5A"/>
    <w:rsid w:val="003404DF"/>
    <w:rsid w:val="0034076F"/>
    <w:rsid w:val="00340E3A"/>
    <w:rsid w:val="00340F44"/>
    <w:rsid w:val="00341028"/>
    <w:rsid w:val="0034263E"/>
    <w:rsid w:val="003426F8"/>
    <w:rsid w:val="003438DC"/>
    <w:rsid w:val="00345FA5"/>
    <w:rsid w:val="00346CB9"/>
    <w:rsid w:val="00347D8E"/>
    <w:rsid w:val="00350938"/>
    <w:rsid w:val="003518A8"/>
    <w:rsid w:val="00352B97"/>
    <w:rsid w:val="0035307B"/>
    <w:rsid w:val="00353B90"/>
    <w:rsid w:val="003546A8"/>
    <w:rsid w:val="00355853"/>
    <w:rsid w:val="00356AEC"/>
    <w:rsid w:val="00356F81"/>
    <w:rsid w:val="00357A20"/>
    <w:rsid w:val="00357C48"/>
    <w:rsid w:val="00360640"/>
    <w:rsid w:val="00360E31"/>
    <w:rsid w:val="00361697"/>
    <w:rsid w:val="00361EE3"/>
    <w:rsid w:val="00362CC4"/>
    <w:rsid w:val="003641C3"/>
    <w:rsid w:val="0036502A"/>
    <w:rsid w:val="00365418"/>
    <w:rsid w:val="00365DA3"/>
    <w:rsid w:val="0036610F"/>
    <w:rsid w:val="003668F5"/>
    <w:rsid w:val="0036706C"/>
    <w:rsid w:val="003702FE"/>
    <w:rsid w:val="00372D13"/>
    <w:rsid w:val="0037392F"/>
    <w:rsid w:val="00374C4E"/>
    <w:rsid w:val="0037606B"/>
    <w:rsid w:val="00376D1F"/>
    <w:rsid w:val="00377756"/>
    <w:rsid w:val="00377A0B"/>
    <w:rsid w:val="003801A2"/>
    <w:rsid w:val="00380862"/>
    <w:rsid w:val="0038106A"/>
    <w:rsid w:val="0038230F"/>
    <w:rsid w:val="003823E0"/>
    <w:rsid w:val="003825AD"/>
    <w:rsid w:val="00382902"/>
    <w:rsid w:val="003836DF"/>
    <w:rsid w:val="00384DA5"/>
    <w:rsid w:val="003870FB"/>
    <w:rsid w:val="003902B1"/>
    <w:rsid w:val="00391A5A"/>
    <w:rsid w:val="00392DC2"/>
    <w:rsid w:val="00392E74"/>
    <w:rsid w:val="003963C1"/>
    <w:rsid w:val="003A1F58"/>
    <w:rsid w:val="003A39F0"/>
    <w:rsid w:val="003A3F59"/>
    <w:rsid w:val="003A409F"/>
    <w:rsid w:val="003A4727"/>
    <w:rsid w:val="003A5066"/>
    <w:rsid w:val="003A5C2F"/>
    <w:rsid w:val="003A76F8"/>
    <w:rsid w:val="003A79FB"/>
    <w:rsid w:val="003A7BAE"/>
    <w:rsid w:val="003B0DF8"/>
    <w:rsid w:val="003B184F"/>
    <w:rsid w:val="003B1D6C"/>
    <w:rsid w:val="003B360F"/>
    <w:rsid w:val="003B3885"/>
    <w:rsid w:val="003B630E"/>
    <w:rsid w:val="003B6A5E"/>
    <w:rsid w:val="003B6D73"/>
    <w:rsid w:val="003C05F5"/>
    <w:rsid w:val="003C5899"/>
    <w:rsid w:val="003C59BB"/>
    <w:rsid w:val="003C5ACA"/>
    <w:rsid w:val="003C5C18"/>
    <w:rsid w:val="003C614C"/>
    <w:rsid w:val="003C6351"/>
    <w:rsid w:val="003D079F"/>
    <w:rsid w:val="003D0F63"/>
    <w:rsid w:val="003D1EE4"/>
    <w:rsid w:val="003D2544"/>
    <w:rsid w:val="003D3691"/>
    <w:rsid w:val="003D3F5B"/>
    <w:rsid w:val="003D52A7"/>
    <w:rsid w:val="003D5CFA"/>
    <w:rsid w:val="003D68AC"/>
    <w:rsid w:val="003D6C7C"/>
    <w:rsid w:val="003D7698"/>
    <w:rsid w:val="003E050E"/>
    <w:rsid w:val="003E0BB2"/>
    <w:rsid w:val="003E1368"/>
    <w:rsid w:val="003E16A5"/>
    <w:rsid w:val="003E2EA7"/>
    <w:rsid w:val="003E3942"/>
    <w:rsid w:val="003E3C69"/>
    <w:rsid w:val="003E4356"/>
    <w:rsid w:val="003E4BC0"/>
    <w:rsid w:val="003E5A44"/>
    <w:rsid w:val="003E6266"/>
    <w:rsid w:val="003E6AB7"/>
    <w:rsid w:val="003E7607"/>
    <w:rsid w:val="003F1B65"/>
    <w:rsid w:val="003F2618"/>
    <w:rsid w:val="003F41B1"/>
    <w:rsid w:val="003F5E4E"/>
    <w:rsid w:val="003F5E62"/>
    <w:rsid w:val="003F68BD"/>
    <w:rsid w:val="0040189C"/>
    <w:rsid w:val="00402946"/>
    <w:rsid w:val="0040717D"/>
    <w:rsid w:val="00410024"/>
    <w:rsid w:val="00411BAB"/>
    <w:rsid w:val="00412900"/>
    <w:rsid w:val="00412B9E"/>
    <w:rsid w:val="00412D6D"/>
    <w:rsid w:val="0041447C"/>
    <w:rsid w:val="0041493C"/>
    <w:rsid w:val="0041504E"/>
    <w:rsid w:val="00416B3B"/>
    <w:rsid w:val="00417B72"/>
    <w:rsid w:val="0042178D"/>
    <w:rsid w:val="004231B4"/>
    <w:rsid w:val="00423B48"/>
    <w:rsid w:val="00424812"/>
    <w:rsid w:val="00425FFE"/>
    <w:rsid w:val="00426619"/>
    <w:rsid w:val="00427290"/>
    <w:rsid w:val="00431146"/>
    <w:rsid w:val="00431337"/>
    <w:rsid w:val="00431B4D"/>
    <w:rsid w:val="00432B69"/>
    <w:rsid w:val="00433EBC"/>
    <w:rsid w:val="00433F7A"/>
    <w:rsid w:val="00435F81"/>
    <w:rsid w:val="0043669E"/>
    <w:rsid w:val="004368F0"/>
    <w:rsid w:val="0043722E"/>
    <w:rsid w:val="00437B62"/>
    <w:rsid w:val="004408B2"/>
    <w:rsid w:val="00440D43"/>
    <w:rsid w:val="004411EE"/>
    <w:rsid w:val="00441B26"/>
    <w:rsid w:val="004424A8"/>
    <w:rsid w:val="00443316"/>
    <w:rsid w:val="00444B5F"/>
    <w:rsid w:val="00444D78"/>
    <w:rsid w:val="004464DF"/>
    <w:rsid w:val="00447C83"/>
    <w:rsid w:val="00451073"/>
    <w:rsid w:val="004527AA"/>
    <w:rsid w:val="00452E84"/>
    <w:rsid w:val="00454168"/>
    <w:rsid w:val="0045523D"/>
    <w:rsid w:val="00455CF2"/>
    <w:rsid w:val="00456C01"/>
    <w:rsid w:val="00457550"/>
    <w:rsid w:val="0046176C"/>
    <w:rsid w:val="00461A9E"/>
    <w:rsid w:val="00462CD5"/>
    <w:rsid w:val="00462E69"/>
    <w:rsid w:val="00463D24"/>
    <w:rsid w:val="00465198"/>
    <w:rsid w:val="00471F56"/>
    <w:rsid w:val="00472225"/>
    <w:rsid w:val="00472F01"/>
    <w:rsid w:val="00473A7A"/>
    <w:rsid w:val="00473F45"/>
    <w:rsid w:val="004744DA"/>
    <w:rsid w:val="00474B99"/>
    <w:rsid w:val="004756CC"/>
    <w:rsid w:val="00475835"/>
    <w:rsid w:val="004760FE"/>
    <w:rsid w:val="00480BF2"/>
    <w:rsid w:val="00481713"/>
    <w:rsid w:val="00481BE9"/>
    <w:rsid w:val="0048254C"/>
    <w:rsid w:val="00482570"/>
    <w:rsid w:val="00482695"/>
    <w:rsid w:val="00482C5F"/>
    <w:rsid w:val="00482FA7"/>
    <w:rsid w:val="00483760"/>
    <w:rsid w:val="00483837"/>
    <w:rsid w:val="004853B5"/>
    <w:rsid w:val="00485855"/>
    <w:rsid w:val="00485E51"/>
    <w:rsid w:val="00486012"/>
    <w:rsid w:val="004870FA"/>
    <w:rsid w:val="0048738C"/>
    <w:rsid w:val="00487C7F"/>
    <w:rsid w:val="00487E20"/>
    <w:rsid w:val="00487E98"/>
    <w:rsid w:val="00490E3C"/>
    <w:rsid w:val="004917CC"/>
    <w:rsid w:val="00492E87"/>
    <w:rsid w:val="00493A2E"/>
    <w:rsid w:val="00495080"/>
    <w:rsid w:val="004968AD"/>
    <w:rsid w:val="00497E78"/>
    <w:rsid w:val="004A0986"/>
    <w:rsid w:val="004A13E0"/>
    <w:rsid w:val="004A6D32"/>
    <w:rsid w:val="004B0EFC"/>
    <w:rsid w:val="004B1745"/>
    <w:rsid w:val="004B1A6E"/>
    <w:rsid w:val="004B2425"/>
    <w:rsid w:val="004B2567"/>
    <w:rsid w:val="004B26CF"/>
    <w:rsid w:val="004B5334"/>
    <w:rsid w:val="004C00C9"/>
    <w:rsid w:val="004C06E7"/>
    <w:rsid w:val="004C079F"/>
    <w:rsid w:val="004C07A0"/>
    <w:rsid w:val="004C11A2"/>
    <w:rsid w:val="004C169C"/>
    <w:rsid w:val="004C1909"/>
    <w:rsid w:val="004C2213"/>
    <w:rsid w:val="004C6C82"/>
    <w:rsid w:val="004C6F61"/>
    <w:rsid w:val="004D00CD"/>
    <w:rsid w:val="004D1B8A"/>
    <w:rsid w:val="004D215F"/>
    <w:rsid w:val="004D261E"/>
    <w:rsid w:val="004D3383"/>
    <w:rsid w:val="004D4EF5"/>
    <w:rsid w:val="004D554D"/>
    <w:rsid w:val="004D5676"/>
    <w:rsid w:val="004D7B35"/>
    <w:rsid w:val="004E0596"/>
    <w:rsid w:val="004E0F3E"/>
    <w:rsid w:val="004E1720"/>
    <w:rsid w:val="004E1A14"/>
    <w:rsid w:val="004E2D9C"/>
    <w:rsid w:val="004E39EA"/>
    <w:rsid w:val="004E3C49"/>
    <w:rsid w:val="004E3E20"/>
    <w:rsid w:val="004E6839"/>
    <w:rsid w:val="004E69EC"/>
    <w:rsid w:val="004E6A57"/>
    <w:rsid w:val="004E6DA5"/>
    <w:rsid w:val="004F0856"/>
    <w:rsid w:val="004F0E6D"/>
    <w:rsid w:val="004F1027"/>
    <w:rsid w:val="004F16E7"/>
    <w:rsid w:val="004F4526"/>
    <w:rsid w:val="004F4CAC"/>
    <w:rsid w:val="004F4FEE"/>
    <w:rsid w:val="004F5337"/>
    <w:rsid w:val="004F63F8"/>
    <w:rsid w:val="004F669B"/>
    <w:rsid w:val="004F6DE8"/>
    <w:rsid w:val="004F7590"/>
    <w:rsid w:val="004F7822"/>
    <w:rsid w:val="00500FAB"/>
    <w:rsid w:val="00502E1B"/>
    <w:rsid w:val="00503699"/>
    <w:rsid w:val="0050370E"/>
    <w:rsid w:val="00503AAB"/>
    <w:rsid w:val="00504229"/>
    <w:rsid w:val="005058F0"/>
    <w:rsid w:val="00505C3B"/>
    <w:rsid w:val="005064C7"/>
    <w:rsid w:val="0050702C"/>
    <w:rsid w:val="005077A5"/>
    <w:rsid w:val="005100CD"/>
    <w:rsid w:val="00510667"/>
    <w:rsid w:val="005106B0"/>
    <w:rsid w:val="005130E0"/>
    <w:rsid w:val="00513BF7"/>
    <w:rsid w:val="00513E40"/>
    <w:rsid w:val="005145FB"/>
    <w:rsid w:val="00514E8F"/>
    <w:rsid w:val="0051566F"/>
    <w:rsid w:val="00516A49"/>
    <w:rsid w:val="00516C59"/>
    <w:rsid w:val="00517A76"/>
    <w:rsid w:val="00517E4A"/>
    <w:rsid w:val="00520CF8"/>
    <w:rsid w:val="00521C07"/>
    <w:rsid w:val="00522944"/>
    <w:rsid w:val="00523248"/>
    <w:rsid w:val="00523351"/>
    <w:rsid w:val="00524F43"/>
    <w:rsid w:val="005266B0"/>
    <w:rsid w:val="005279E5"/>
    <w:rsid w:val="00531CC6"/>
    <w:rsid w:val="00532CFF"/>
    <w:rsid w:val="005331F6"/>
    <w:rsid w:val="00533561"/>
    <w:rsid w:val="00535777"/>
    <w:rsid w:val="00535788"/>
    <w:rsid w:val="005363D1"/>
    <w:rsid w:val="005365D9"/>
    <w:rsid w:val="0053701B"/>
    <w:rsid w:val="005402FE"/>
    <w:rsid w:val="005406AC"/>
    <w:rsid w:val="00541444"/>
    <w:rsid w:val="005444A2"/>
    <w:rsid w:val="0054456F"/>
    <w:rsid w:val="00544DF1"/>
    <w:rsid w:val="00545C44"/>
    <w:rsid w:val="0054634F"/>
    <w:rsid w:val="00546CE0"/>
    <w:rsid w:val="005474C6"/>
    <w:rsid w:val="00547BB5"/>
    <w:rsid w:val="00550C8B"/>
    <w:rsid w:val="00551AF9"/>
    <w:rsid w:val="005521D6"/>
    <w:rsid w:val="00552CF4"/>
    <w:rsid w:val="00553490"/>
    <w:rsid w:val="00556911"/>
    <w:rsid w:val="0056156C"/>
    <w:rsid w:val="00562292"/>
    <w:rsid w:val="00562830"/>
    <w:rsid w:val="0056293D"/>
    <w:rsid w:val="00563DEB"/>
    <w:rsid w:val="00564F69"/>
    <w:rsid w:val="00565A04"/>
    <w:rsid w:val="00566A7F"/>
    <w:rsid w:val="00566D8B"/>
    <w:rsid w:val="0056736D"/>
    <w:rsid w:val="005673CA"/>
    <w:rsid w:val="005701AC"/>
    <w:rsid w:val="0057180C"/>
    <w:rsid w:val="00572B28"/>
    <w:rsid w:val="0057349B"/>
    <w:rsid w:val="0057404A"/>
    <w:rsid w:val="005742A3"/>
    <w:rsid w:val="005750EB"/>
    <w:rsid w:val="005752B0"/>
    <w:rsid w:val="00576329"/>
    <w:rsid w:val="005776FA"/>
    <w:rsid w:val="00577EE1"/>
    <w:rsid w:val="005825C8"/>
    <w:rsid w:val="00583F8C"/>
    <w:rsid w:val="005857AF"/>
    <w:rsid w:val="00586DF3"/>
    <w:rsid w:val="005874C0"/>
    <w:rsid w:val="00587659"/>
    <w:rsid w:val="005929ED"/>
    <w:rsid w:val="00593CA1"/>
    <w:rsid w:val="005947CF"/>
    <w:rsid w:val="00594A4F"/>
    <w:rsid w:val="00595379"/>
    <w:rsid w:val="00595E3D"/>
    <w:rsid w:val="00597208"/>
    <w:rsid w:val="00597259"/>
    <w:rsid w:val="00597541"/>
    <w:rsid w:val="005979E5"/>
    <w:rsid w:val="005A0602"/>
    <w:rsid w:val="005A186D"/>
    <w:rsid w:val="005A31F9"/>
    <w:rsid w:val="005A42FB"/>
    <w:rsid w:val="005A61F2"/>
    <w:rsid w:val="005A683B"/>
    <w:rsid w:val="005A71EA"/>
    <w:rsid w:val="005B0007"/>
    <w:rsid w:val="005B017A"/>
    <w:rsid w:val="005B1232"/>
    <w:rsid w:val="005B2026"/>
    <w:rsid w:val="005B2692"/>
    <w:rsid w:val="005B54E9"/>
    <w:rsid w:val="005B62B2"/>
    <w:rsid w:val="005B6537"/>
    <w:rsid w:val="005B6557"/>
    <w:rsid w:val="005B6B88"/>
    <w:rsid w:val="005B6BDD"/>
    <w:rsid w:val="005B7125"/>
    <w:rsid w:val="005B75D1"/>
    <w:rsid w:val="005C0002"/>
    <w:rsid w:val="005C0074"/>
    <w:rsid w:val="005C0549"/>
    <w:rsid w:val="005C0618"/>
    <w:rsid w:val="005C184A"/>
    <w:rsid w:val="005C2E27"/>
    <w:rsid w:val="005C3C3F"/>
    <w:rsid w:val="005C5CA5"/>
    <w:rsid w:val="005C5E13"/>
    <w:rsid w:val="005C6157"/>
    <w:rsid w:val="005C7F8D"/>
    <w:rsid w:val="005D1DAA"/>
    <w:rsid w:val="005D2D86"/>
    <w:rsid w:val="005D3531"/>
    <w:rsid w:val="005D3704"/>
    <w:rsid w:val="005D3F1E"/>
    <w:rsid w:val="005D4186"/>
    <w:rsid w:val="005D4B95"/>
    <w:rsid w:val="005D544D"/>
    <w:rsid w:val="005D5CE6"/>
    <w:rsid w:val="005D655B"/>
    <w:rsid w:val="005D7872"/>
    <w:rsid w:val="005E0FB8"/>
    <w:rsid w:val="005E16F6"/>
    <w:rsid w:val="005E2173"/>
    <w:rsid w:val="005E2EE0"/>
    <w:rsid w:val="005E3E80"/>
    <w:rsid w:val="005E4127"/>
    <w:rsid w:val="005E4E08"/>
    <w:rsid w:val="005E5C41"/>
    <w:rsid w:val="005E64AD"/>
    <w:rsid w:val="005F2345"/>
    <w:rsid w:val="005F2660"/>
    <w:rsid w:val="005F3797"/>
    <w:rsid w:val="005F3C3B"/>
    <w:rsid w:val="005F4044"/>
    <w:rsid w:val="005F404C"/>
    <w:rsid w:val="005F4146"/>
    <w:rsid w:val="005F43F2"/>
    <w:rsid w:val="005F4531"/>
    <w:rsid w:val="005F482F"/>
    <w:rsid w:val="005F4FF4"/>
    <w:rsid w:val="005F50DB"/>
    <w:rsid w:val="005F668B"/>
    <w:rsid w:val="005F7A34"/>
    <w:rsid w:val="005F7F3A"/>
    <w:rsid w:val="00600CD7"/>
    <w:rsid w:val="00602613"/>
    <w:rsid w:val="00603943"/>
    <w:rsid w:val="00603AA7"/>
    <w:rsid w:val="00610686"/>
    <w:rsid w:val="00610EA4"/>
    <w:rsid w:val="00611474"/>
    <w:rsid w:val="006119DB"/>
    <w:rsid w:val="00611B1F"/>
    <w:rsid w:val="0061303F"/>
    <w:rsid w:val="006137F6"/>
    <w:rsid w:val="00615688"/>
    <w:rsid w:val="00615F36"/>
    <w:rsid w:val="006207C3"/>
    <w:rsid w:val="0062086E"/>
    <w:rsid w:val="00621B17"/>
    <w:rsid w:val="00621B6B"/>
    <w:rsid w:val="00621BF9"/>
    <w:rsid w:val="00621EC0"/>
    <w:rsid w:val="00621F41"/>
    <w:rsid w:val="00624511"/>
    <w:rsid w:val="00624593"/>
    <w:rsid w:val="00625183"/>
    <w:rsid w:val="00625A60"/>
    <w:rsid w:val="006274A1"/>
    <w:rsid w:val="00627668"/>
    <w:rsid w:val="006302D8"/>
    <w:rsid w:val="006309B6"/>
    <w:rsid w:val="006309EE"/>
    <w:rsid w:val="00631216"/>
    <w:rsid w:val="00632D48"/>
    <w:rsid w:val="00633438"/>
    <w:rsid w:val="00634C95"/>
    <w:rsid w:val="0063531C"/>
    <w:rsid w:val="00635433"/>
    <w:rsid w:val="006362D7"/>
    <w:rsid w:val="006372A0"/>
    <w:rsid w:val="006411B2"/>
    <w:rsid w:val="0064276F"/>
    <w:rsid w:val="0064306E"/>
    <w:rsid w:val="0064325F"/>
    <w:rsid w:val="00643C97"/>
    <w:rsid w:val="00644CB1"/>
    <w:rsid w:val="00644F93"/>
    <w:rsid w:val="00645108"/>
    <w:rsid w:val="0064649E"/>
    <w:rsid w:val="00646580"/>
    <w:rsid w:val="00650320"/>
    <w:rsid w:val="0065068E"/>
    <w:rsid w:val="00650AFB"/>
    <w:rsid w:val="00651234"/>
    <w:rsid w:val="006533C7"/>
    <w:rsid w:val="00653417"/>
    <w:rsid w:val="006536BC"/>
    <w:rsid w:val="006538EC"/>
    <w:rsid w:val="00654361"/>
    <w:rsid w:val="00655057"/>
    <w:rsid w:val="006570F4"/>
    <w:rsid w:val="00657273"/>
    <w:rsid w:val="00657BEA"/>
    <w:rsid w:val="006605FC"/>
    <w:rsid w:val="00660F13"/>
    <w:rsid w:val="00661D8F"/>
    <w:rsid w:val="00662215"/>
    <w:rsid w:val="00662410"/>
    <w:rsid w:val="006638FF"/>
    <w:rsid w:val="006639D5"/>
    <w:rsid w:val="00664126"/>
    <w:rsid w:val="00664639"/>
    <w:rsid w:val="00664BD3"/>
    <w:rsid w:val="00664EFC"/>
    <w:rsid w:val="00665939"/>
    <w:rsid w:val="0066620C"/>
    <w:rsid w:val="006662CF"/>
    <w:rsid w:val="00667644"/>
    <w:rsid w:val="00670907"/>
    <w:rsid w:val="006710C7"/>
    <w:rsid w:val="006720A8"/>
    <w:rsid w:val="00672D78"/>
    <w:rsid w:val="0067396C"/>
    <w:rsid w:val="006739C6"/>
    <w:rsid w:val="00674347"/>
    <w:rsid w:val="00676A50"/>
    <w:rsid w:val="00676FCC"/>
    <w:rsid w:val="0068064B"/>
    <w:rsid w:val="00680761"/>
    <w:rsid w:val="006809A6"/>
    <w:rsid w:val="00680BD9"/>
    <w:rsid w:val="00680D84"/>
    <w:rsid w:val="0068135F"/>
    <w:rsid w:val="006824D5"/>
    <w:rsid w:val="00682DC3"/>
    <w:rsid w:val="00683AFB"/>
    <w:rsid w:val="00683CC2"/>
    <w:rsid w:val="006844DB"/>
    <w:rsid w:val="006847D4"/>
    <w:rsid w:val="00684AE2"/>
    <w:rsid w:val="00684FFF"/>
    <w:rsid w:val="006870C6"/>
    <w:rsid w:val="0068774E"/>
    <w:rsid w:val="0069241C"/>
    <w:rsid w:val="00692D3F"/>
    <w:rsid w:val="00693414"/>
    <w:rsid w:val="006948E6"/>
    <w:rsid w:val="00694D16"/>
    <w:rsid w:val="00695A7E"/>
    <w:rsid w:val="00696403"/>
    <w:rsid w:val="006968FD"/>
    <w:rsid w:val="006A0282"/>
    <w:rsid w:val="006A165E"/>
    <w:rsid w:val="006A22F2"/>
    <w:rsid w:val="006A4744"/>
    <w:rsid w:val="006A4B4D"/>
    <w:rsid w:val="006A509C"/>
    <w:rsid w:val="006A5288"/>
    <w:rsid w:val="006A5933"/>
    <w:rsid w:val="006A7314"/>
    <w:rsid w:val="006A7DE8"/>
    <w:rsid w:val="006B0702"/>
    <w:rsid w:val="006B0C50"/>
    <w:rsid w:val="006B17C9"/>
    <w:rsid w:val="006B2FDC"/>
    <w:rsid w:val="006B40A6"/>
    <w:rsid w:val="006B65F0"/>
    <w:rsid w:val="006B66E8"/>
    <w:rsid w:val="006B6EBB"/>
    <w:rsid w:val="006B78F9"/>
    <w:rsid w:val="006C02E7"/>
    <w:rsid w:val="006C15EA"/>
    <w:rsid w:val="006C19F7"/>
    <w:rsid w:val="006C213A"/>
    <w:rsid w:val="006C365E"/>
    <w:rsid w:val="006C39F3"/>
    <w:rsid w:val="006C3FAB"/>
    <w:rsid w:val="006C47F4"/>
    <w:rsid w:val="006C5CB0"/>
    <w:rsid w:val="006C7259"/>
    <w:rsid w:val="006D2182"/>
    <w:rsid w:val="006D30DF"/>
    <w:rsid w:val="006D3A6D"/>
    <w:rsid w:val="006D4572"/>
    <w:rsid w:val="006D4C05"/>
    <w:rsid w:val="006D4E86"/>
    <w:rsid w:val="006D4ED6"/>
    <w:rsid w:val="006D5F58"/>
    <w:rsid w:val="006E0C42"/>
    <w:rsid w:val="006E31B8"/>
    <w:rsid w:val="006E55B3"/>
    <w:rsid w:val="006E6052"/>
    <w:rsid w:val="006E7569"/>
    <w:rsid w:val="006F048E"/>
    <w:rsid w:val="006F09EF"/>
    <w:rsid w:val="006F2606"/>
    <w:rsid w:val="006F2836"/>
    <w:rsid w:val="006F5B65"/>
    <w:rsid w:val="006F6406"/>
    <w:rsid w:val="006F7436"/>
    <w:rsid w:val="006F7A38"/>
    <w:rsid w:val="00700591"/>
    <w:rsid w:val="00700E90"/>
    <w:rsid w:val="00700F38"/>
    <w:rsid w:val="00701C50"/>
    <w:rsid w:val="007025B4"/>
    <w:rsid w:val="00702C70"/>
    <w:rsid w:val="007039C3"/>
    <w:rsid w:val="0070445B"/>
    <w:rsid w:val="00704B5F"/>
    <w:rsid w:val="00704C11"/>
    <w:rsid w:val="0070593F"/>
    <w:rsid w:val="0070683E"/>
    <w:rsid w:val="007076A8"/>
    <w:rsid w:val="007103CF"/>
    <w:rsid w:val="00710701"/>
    <w:rsid w:val="00710C53"/>
    <w:rsid w:val="0071125A"/>
    <w:rsid w:val="00712C32"/>
    <w:rsid w:val="0071353D"/>
    <w:rsid w:val="00713712"/>
    <w:rsid w:val="0071561A"/>
    <w:rsid w:val="007163AB"/>
    <w:rsid w:val="007172F4"/>
    <w:rsid w:val="00721169"/>
    <w:rsid w:val="0072180F"/>
    <w:rsid w:val="007242CA"/>
    <w:rsid w:val="007253B4"/>
    <w:rsid w:val="00725E4F"/>
    <w:rsid w:val="00726541"/>
    <w:rsid w:val="00727AD8"/>
    <w:rsid w:val="00730034"/>
    <w:rsid w:val="00730C73"/>
    <w:rsid w:val="00732436"/>
    <w:rsid w:val="00732717"/>
    <w:rsid w:val="00732AAF"/>
    <w:rsid w:val="00733BBD"/>
    <w:rsid w:val="0073462F"/>
    <w:rsid w:val="00734AA3"/>
    <w:rsid w:val="0073507D"/>
    <w:rsid w:val="00735806"/>
    <w:rsid w:val="00736DA8"/>
    <w:rsid w:val="00740C8F"/>
    <w:rsid w:val="00740CC3"/>
    <w:rsid w:val="007413AD"/>
    <w:rsid w:val="00741E10"/>
    <w:rsid w:val="007423BB"/>
    <w:rsid w:val="007433C7"/>
    <w:rsid w:val="00743BA3"/>
    <w:rsid w:val="007458AB"/>
    <w:rsid w:val="007475E4"/>
    <w:rsid w:val="007517D2"/>
    <w:rsid w:val="00752E83"/>
    <w:rsid w:val="00752FF3"/>
    <w:rsid w:val="00753E9E"/>
    <w:rsid w:val="0075510C"/>
    <w:rsid w:val="007562F2"/>
    <w:rsid w:val="00757682"/>
    <w:rsid w:val="00757820"/>
    <w:rsid w:val="007608FE"/>
    <w:rsid w:val="00761723"/>
    <w:rsid w:val="00761A1B"/>
    <w:rsid w:val="00761FA3"/>
    <w:rsid w:val="007621BB"/>
    <w:rsid w:val="0076246C"/>
    <w:rsid w:val="00762A84"/>
    <w:rsid w:val="00762E7F"/>
    <w:rsid w:val="00763B1A"/>
    <w:rsid w:val="00763F5E"/>
    <w:rsid w:val="00764049"/>
    <w:rsid w:val="00764267"/>
    <w:rsid w:val="00764737"/>
    <w:rsid w:val="007647F2"/>
    <w:rsid w:val="00765EE4"/>
    <w:rsid w:val="00770E99"/>
    <w:rsid w:val="007720FB"/>
    <w:rsid w:val="007726E3"/>
    <w:rsid w:val="00772749"/>
    <w:rsid w:val="007727C6"/>
    <w:rsid w:val="00774490"/>
    <w:rsid w:val="00774DF0"/>
    <w:rsid w:val="007751A4"/>
    <w:rsid w:val="00775FA1"/>
    <w:rsid w:val="00776995"/>
    <w:rsid w:val="00777EA0"/>
    <w:rsid w:val="007813DA"/>
    <w:rsid w:val="0078159A"/>
    <w:rsid w:val="00784BD3"/>
    <w:rsid w:val="00785107"/>
    <w:rsid w:val="00785896"/>
    <w:rsid w:val="00785EEB"/>
    <w:rsid w:val="00786ED3"/>
    <w:rsid w:val="007871E8"/>
    <w:rsid w:val="007907BA"/>
    <w:rsid w:val="0079120B"/>
    <w:rsid w:val="007919C5"/>
    <w:rsid w:val="00791B88"/>
    <w:rsid w:val="00791E19"/>
    <w:rsid w:val="00791FB9"/>
    <w:rsid w:val="007920E2"/>
    <w:rsid w:val="00792612"/>
    <w:rsid w:val="00793D05"/>
    <w:rsid w:val="007944EF"/>
    <w:rsid w:val="007944F3"/>
    <w:rsid w:val="00794F5E"/>
    <w:rsid w:val="00797EF6"/>
    <w:rsid w:val="00797F98"/>
    <w:rsid w:val="007A02E5"/>
    <w:rsid w:val="007A1A38"/>
    <w:rsid w:val="007A2206"/>
    <w:rsid w:val="007A586A"/>
    <w:rsid w:val="007A5E4D"/>
    <w:rsid w:val="007A6481"/>
    <w:rsid w:val="007A70A8"/>
    <w:rsid w:val="007A7206"/>
    <w:rsid w:val="007B076A"/>
    <w:rsid w:val="007B13D3"/>
    <w:rsid w:val="007B2406"/>
    <w:rsid w:val="007B2E90"/>
    <w:rsid w:val="007B5BFA"/>
    <w:rsid w:val="007B643C"/>
    <w:rsid w:val="007B6544"/>
    <w:rsid w:val="007B6854"/>
    <w:rsid w:val="007C017F"/>
    <w:rsid w:val="007C03F3"/>
    <w:rsid w:val="007C145E"/>
    <w:rsid w:val="007C2E26"/>
    <w:rsid w:val="007C4653"/>
    <w:rsid w:val="007C4875"/>
    <w:rsid w:val="007C7F10"/>
    <w:rsid w:val="007C7FDC"/>
    <w:rsid w:val="007D08FE"/>
    <w:rsid w:val="007D0954"/>
    <w:rsid w:val="007D0E59"/>
    <w:rsid w:val="007D1B1A"/>
    <w:rsid w:val="007D1D7D"/>
    <w:rsid w:val="007D288E"/>
    <w:rsid w:val="007D4A9A"/>
    <w:rsid w:val="007D538E"/>
    <w:rsid w:val="007D6C99"/>
    <w:rsid w:val="007D7827"/>
    <w:rsid w:val="007E06BF"/>
    <w:rsid w:val="007E0B8B"/>
    <w:rsid w:val="007E1EEF"/>
    <w:rsid w:val="007E274D"/>
    <w:rsid w:val="007E50B5"/>
    <w:rsid w:val="007E50E1"/>
    <w:rsid w:val="007E5335"/>
    <w:rsid w:val="007E6ACB"/>
    <w:rsid w:val="007E6B9E"/>
    <w:rsid w:val="007E71C9"/>
    <w:rsid w:val="007E796B"/>
    <w:rsid w:val="007E7BB7"/>
    <w:rsid w:val="007F0E56"/>
    <w:rsid w:val="007F1613"/>
    <w:rsid w:val="007F2AA7"/>
    <w:rsid w:val="007F5CA3"/>
    <w:rsid w:val="007F6C87"/>
    <w:rsid w:val="007F7404"/>
    <w:rsid w:val="007F746F"/>
    <w:rsid w:val="007F7B46"/>
    <w:rsid w:val="00800297"/>
    <w:rsid w:val="00802302"/>
    <w:rsid w:val="00804426"/>
    <w:rsid w:val="00804EDF"/>
    <w:rsid w:val="00805091"/>
    <w:rsid w:val="00805F77"/>
    <w:rsid w:val="008068F2"/>
    <w:rsid w:val="00810322"/>
    <w:rsid w:val="008108E2"/>
    <w:rsid w:val="00810EF1"/>
    <w:rsid w:val="00811E0B"/>
    <w:rsid w:val="008122D7"/>
    <w:rsid w:val="00813765"/>
    <w:rsid w:val="00813AF6"/>
    <w:rsid w:val="00813E7D"/>
    <w:rsid w:val="00814ABD"/>
    <w:rsid w:val="00814DD2"/>
    <w:rsid w:val="008152DA"/>
    <w:rsid w:val="00815528"/>
    <w:rsid w:val="00815DAB"/>
    <w:rsid w:val="0081712C"/>
    <w:rsid w:val="00817657"/>
    <w:rsid w:val="00820013"/>
    <w:rsid w:val="0082179D"/>
    <w:rsid w:val="00821C98"/>
    <w:rsid w:val="008234C5"/>
    <w:rsid w:val="00823EF2"/>
    <w:rsid w:val="0082565B"/>
    <w:rsid w:val="008302C4"/>
    <w:rsid w:val="008304EE"/>
    <w:rsid w:val="008311A4"/>
    <w:rsid w:val="00831541"/>
    <w:rsid w:val="00832336"/>
    <w:rsid w:val="0083263F"/>
    <w:rsid w:val="008335F4"/>
    <w:rsid w:val="00834D5C"/>
    <w:rsid w:val="00834F45"/>
    <w:rsid w:val="0083519B"/>
    <w:rsid w:val="008356F4"/>
    <w:rsid w:val="00835B64"/>
    <w:rsid w:val="00836724"/>
    <w:rsid w:val="00840337"/>
    <w:rsid w:val="00840549"/>
    <w:rsid w:val="00840572"/>
    <w:rsid w:val="00841937"/>
    <w:rsid w:val="00841DB0"/>
    <w:rsid w:val="0084200A"/>
    <w:rsid w:val="00842515"/>
    <w:rsid w:val="0084326E"/>
    <w:rsid w:val="0084334F"/>
    <w:rsid w:val="00843C3F"/>
    <w:rsid w:val="00843FE4"/>
    <w:rsid w:val="00844DFE"/>
    <w:rsid w:val="008456EF"/>
    <w:rsid w:val="008460E4"/>
    <w:rsid w:val="008467B7"/>
    <w:rsid w:val="008467BA"/>
    <w:rsid w:val="00847917"/>
    <w:rsid w:val="0085013C"/>
    <w:rsid w:val="00853B84"/>
    <w:rsid w:val="0085466D"/>
    <w:rsid w:val="008562B9"/>
    <w:rsid w:val="00856631"/>
    <w:rsid w:val="00856DBE"/>
    <w:rsid w:val="00857F2F"/>
    <w:rsid w:val="00860CCE"/>
    <w:rsid w:val="00860F3C"/>
    <w:rsid w:val="00862D80"/>
    <w:rsid w:val="00864960"/>
    <w:rsid w:val="0086529D"/>
    <w:rsid w:val="008664CD"/>
    <w:rsid w:val="008668C1"/>
    <w:rsid w:val="00870B47"/>
    <w:rsid w:val="00870DFE"/>
    <w:rsid w:val="0087158D"/>
    <w:rsid w:val="00871F22"/>
    <w:rsid w:val="00871F71"/>
    <w:rsid w:val="00872801"/>
    <w:rsid w:val="00873460"/>
    <w:rsid w:val="0087663F"/>
    <w:rsid w:val="00877C19"/>
    <w:rsid w:val="00880CC0"/>
    <w:rsid w:val="00882DEF"/>
    <w:rsid w:val="00883B0C"/>
    <w:rsid w:val="008862ED"/>
    <w:rsid w:val="00887C76"/>
    <w:rsid w:val="00891687"/>
    <w:rsid w:val="00891939"/>
    <w:rsid w:val="008920C4"/>
    <w:rsid w:val="00892D08"/>
    <w:rsid w:val="008930A3"/>
    <w:rsid w:val="00893BFE"/>
    <w:rsid w:val="00893F92"/>
    <w:rsid w:val="00895067"/>
    <w:rsid w:val="00895BC1"/>
    <w:rsid w:val="008961B1"/>
    <w:rsid w:val="00896625"/>
    <w:rsid w:val="008975DE"/>
    <w:rsid w:val="008A00CE"/>
    <w:rsid w:val="008A114D"/>
    <w:rsid w:val="008A2111"/>
    <w:rsid w:val="008A4EFB"/>
    <w:rsid w:val="008B1499"/>
    <w:rsid w:val="008B2CBD"/>
    <w:rsid w:val="008B57F6"/>
    <w:rsid w:val="008B590C"/>
    <w:rsid w:val="008B5B98"/>
    <w:rsid w:val="008B5C99"/>
    <w:rsid w:val="008B64E3"/>
    <w:rsid w:val="008B674E"/>
    <w:rsid w:val="008B6ACB"/>
    <w:rsid w:val="008B6C22"/>
    <w:rsid w:val="008B6D91"/>
    <w:rsid w:val="008C0637"/>
    <w:rsid w:val="008C0E0D"/>
    <w:rsid w:val="008C236B"/>
    <w:rsid w:val="008C4C4D"/>
    <w:rsid w:val="008C513B"/>
    <w:rsid w:val="008C6B49"/>
    <w:rsid w:val="008C6C7D"/>
    <w:rsid w:val="008C70FE"/>
    <w:rsid w:val="008D08D2"/>
    <w:rsid w:val="008D096D"/>
    <w:rsid w:val="008D2240"/>
    <w:rsid w:val="008D26BE"/>
    <w:rsid w:val="008D2998"/>
    <w:rsid w:val="008D322F"/>
    <w:rsid w:val="008D3AB5"/>
    <w:rsid w:val="008D5DE9"/>
    <w:rsid w:val="008D6824"/>
    <w:rsid w:val="008D7C5E"/>
    <w:rsid w:val="008E093D"/>
    <w:rsid w:val="008E0E96"/>
    <w:rsid w:val="008E24DF"/>
    <w:rsid w:val="008E25FC"/>
    <w:rsid w:val="008E2CA5"/>
    <w:rsid w:val="008E3596"/>
    <w:rsid w:val="008E4260"/>
    <w:rsid w:val="008E4B84"/>
    <w:rsid w:val="008E4FCA"/>
    <w:rsid w:val="008E69E9"/>
    <w:rsid w:val="008E6D0E"/>
    <w:rsid w:val="008E7136"/>
    <w:rsid w:val="008E7C2A"/>
    <w:rsid w:val="008F02EB"/>
    <w:rsid w:val="008F05DC"/>
    <w:rsid w:val="008F07B9"/>
    <w:rsid w:val="008F09D2"/>
    <w:rsid w:val="008F199F"/>
    <w:rsid w:val="008F20EE"/>
    <w:rsid w:val="008F262E"/>
    <w:rsid w:val="008F304C"/>
    <w:rsid w:val="008F455D"/>
    <w:rsid w:val="008F51F0"/>
    <w:rsid w:val="008F6C6A"/>
    <w:rsid w:val="008F70E0"/>
    <w:rsid w:val="00900B6D"/>
    <w:rsid w:val="00901315"/>
    <w:rsid w:val="00901A9F"/>
    <w:rsid w:val="00901E83"/>
    <w:rsid w:val="009025B8"/>
    <w:rsid w:val="00903211"/>
    <w:rsid w:val="009039FF"/>
    <w:rsid w:val="00905475"/>
    <w:rsid w:val="009060BE"/>
    <w:rsid w:val="009066D8"/>
    <w:rsid w:val="00906B8F"/>
    <w:rsid w:val="00906BAA"/>
    <w:rsid w:val="00906D4D"/>
    <w:rsid w:val="0091013A"/>
    <w:rsid w:val="009113AE"/>
    <w:rsid w:val="00911813"/>
    <w:rsid w:val="00913500"/>
    <w:rsid w:val="00913B8D"/>
    <w:rsid w:val="009154C0"/>
    <w:rsid w:val="00915797"/>
    <w:rsid w:val="00915D18"/>
    <w:rsid w:val="0091689C"/>
    <w:rsid w:val="009219F9"/>
    <w:rsid w:val="00922276"/>
    <w:rsid w:val="00922319"/>
    <w:rsid w:val="009240A9"/>
    <w:rsid w:val="009254DF"/>
    <w:rsid w:val="00925677"/>
    <w:rsid w:val="0092679C"/>
    <w:rsid w:val="00926EB5"/>
    <w:rsid w:val="00927114"/>
    <w:rsid w:val="00927FA4"/>
    <w:rsid w:val="009315C7"/>
    <w:rsid w:val="00931699"/>
    <w:rsid w:val="00933277"/>
    <w:rsid w:val="00933C9A"/>
    <w:rsid w:val="00934764"/>
    <w:rsid w:val="00935D46"/>
    <w:rsid w:val="00937C28"/>
    <w:rsid w:val="00937EC2"/>
    <w:rsid w:val="00940148"/>
    <w:rsid w:val="00941DC1"/>
    <w:rsid w:val="009428AF"/>
    <w:rsid w:val="00943010"/>
    <w:rsid w:val="0094475A"/>
    <w:rsid w:val="00944DA3"/>
    <w:rsid w:val="009458B1"/>
    <w:rsid w:val="00946689"/>
    <w:rsid w:val="0094708B"/>
    <w:rsid w:val="00952626"/>
    <w:rsid w:val="00952FC4"/>
    <w:rsid w:val="00953F8A"/>
    <w:rsid w:val="009545C6"/>
    <w:rsid w:val="00956EB8"/>
    <w:rsid w:val="00957310"/>
    <w:rsid w:val="00960A87"/>
    <w:rsid w:val="0096225A"/>
    <w:rsid w:val="009628B3"/>
    <w:rsid w:val="00962B53"/>
    <w:rsid w:val="009633B1"/>
    <w:rsid w:val="0096344F"/>
    <w:rsid w:val="0096386C"/>
    <w:rsid w:val="0096394D"/>
    <w:rsid w:val="009648F8"/>
    <w:rsid w:val="009653A9"/>
    <w:rsid w:val="00965854"/>
    <w:rsid w:val="00965D24"/>
    <w:rsid w:val="00966C0D"/>
    <w:rsid w:val="00967080"/>
    <w:rsid w:val="00967E3F"/>
    <w:rsid w:val="00972B36"/>
    <w:rsid w:val="00973BFC"/>
    <w:rsid w:val="00974079"/>
    <w:rsid w:val="00974154"/>
    <w:rsid w:val="00974C5B"/>
    <w:rsid w:val="009775D6"/>
    <w:rsid w:val="00977C28"/>
    <w:rsid w:val="009802AD"/>
    <w:rsid w:val="009805C8"/>
    <w:rsid w:val="009808CD"/>
    <w:rsid w:val="009809C6"/>
    <w:rsid w:val="00980D73"/>
    <w:rsid w:val="00980F6B"/>
    <w:rsid w:val="009814EA"/>
    <w:rsid w:val="00982CE2"/>
    <w:rsid w:val="00985A47"/>
    <w:rsid w:val="00986625"/>
    <w:rsid w:val="00987380"/>
    <w:rsid w:val="00990C79"/>
    <w:rsid w:val="0099113C"/>
    <w:rsid w:val="0099176E"/>
    <w:rsid w:val="00991A88"/>
    <w:rsid w:val="0099240E"/>
    <w:rsid w:val="00992764"/>
    <w:rsid w:val="00993870"/>
    <w:rsid w:val="00993ABF"/>
    <w:rsid w:val="00993B63"/>
    <w:rsid w:val="00994CDB"/>
    <w:rsid w:val="00994D8B"/>
    <w:rsid w:val="009964AF"/>
    <w:rsid w:val="00997B8D"/>
    <w:rsid w:val="00997CFC"/>
    <w:rsid w:val="009A0D26"/>
    <w:rsid w:val="009A20D1"/>
    <w:rsid w:val="009A2F21"/>
    <w:rsid w:val="009A3792"/>
    <w:rsid w:val="009A4983"/>
    <w:rsid w:val="009A4E5A"/>
    <w:rsid w:val="009A50A8"/>
    <w:rsid w:val="009A5691"/>
    <w:rsid w:val="009A575F"/>
    <w:rsid w:val="009A5AD3"/>
    <w:rsid w:val="009A66B7"/>
    <w:rsid w:val="009A6BEA"/>
    <w:rsid w:val="009A6DF0"/>
    <w:rsid w:val="009A6F88"/>
    <w:rsid w:val="009B0F29"/>
    <w:rsid w:val="009B1052"/>
    <w:rsid w:val="009B28CC"/>
    <w:rsid w:val="009B29DC"/>
    <w:rsid w:val="009B2A0F"/>
    <w:rsid w:val="009B2BED"/>
    <w:rsid w:val="009B2FD0"/>
    <w:rsid w:val="009B5EA5"/>
    <w:rsid w:val="009B704D"/>
    <w:rsid w:val="009C1164"/>
    <w:rsid w:val="009C215B"/>
    <w:rsid w:val="009C47AC"/>
    <w:rsid w:val="009C59DE"/>
    <w:rsid w:val="009C6A66"/>
    <w:rsid w:val="009D129D"/>
    <w:rsid w:val="009D1C63"/>
    <w:rsid w:val="009D1F38"/>
    <w:rsid w:val="009D3A02"/>
    <w:rsid w:val="009D3B4A"/>
    <w:rsid w:val="009D3D6B"/>
    <w:rsid w:val="009D3EB2"/>
    <w:rsid w:val="009D4163"/>
    <w:rsid w:val="009D431B"/>
    <w:rsid w:val="009D48A8"/>
    <w:rsid w:val="009D55D1"/>
    <w:rsid w:val="009D5B52"/>
    <w:rsid w:val="009D6093"/>
    <w:rsid w:val="009D63FD"/>
    <w:rsid w:val="009D764E"/>
    <w:rsid w:val="009D7A2D"/>
    <w:rsid w:val="009E25B8"/>
    <w:rsid w:val="009E2E8E"/>
    <w:rsid w:val="009E313D"/>
    <w:rsid w:val="009E31DF"/>
    <w:rsid w:val="009E3781"/>
    <w:rsid w:val="009E6AB8"/>
    <w:rsid w:val="009E6DC6"/>
    <w:rsid w:val="009E75DF"/>
    <w:rsid w:val="009F13E7"/>
    <w:rsid w:val="009F36ED"/>
    <w:rsid w:val="009F3AA8"/>
    <w:rsid w:val="009F405F"/>
    <w:rsid w:val="009F44F6"/>
    <w:rsid w:val="009F5531"/>
    <w:rsid w:val="009F56E4"/>
    <w:rsid w:val="009F57E5"/>
    <w:rsid w:val="009F5A41"/>
    <w:rsid w:val="009F664F"/>
    <w:rsid w:val="009F691F"/>
    <w:rsid w:val="009F7029"/>
    <w:rsid w:val="009F724B"/>
    <w:rsid w:val="009F72F8"/>
    <w:rsid w:val="00A017E6"/>
    <w:rsid w:val="00A01FE7"/>
    <w:rsid w:val="00A020FC"/>
    <w:rsid w:val="00A02AB9"/>
    <w:rsid w:val="00A034E7"/>
    <w:rsid w:val="00A0405B"/>
    <w:rsid w:val="00A0440B"/>
    <w:rsid w:val="00A04421"/>
    <w:rsid w:val="00A04553"/>
    <w:rsid w:val="00A04D68"/>
    <w:rsid w:val="00A0563F"/>
    <w:rsid w:val="00A05813"/>
    <w:rsid w:val="00A075DB"/>
    <w:rsid w:val="00A122CD"/>
    <w:rsid w:val="00A12CC4"/>
    <w:rsid w:val="00A135F3"/>
    <w:rsid w:val="00A137E0"/>
    <w:rsid w:val="00A1410B"/>
    <w:rsid w:val="00A14BF5"/>
    <w:rsid w:val="00A1517C"/>
    <w:rsid w:val="00A15C0C"/>
    <w:rsid w:val="00A160B8"/>
    <w:rsid w:val="00A16211"/>
    <w:rsid w:val="00A165BE"/>
    <w:rsid w:val="00A200FA"/>
    <w:rsid w:val="00A20182"/>
    <w:rsid w:val="00A202FD"/>
    <w:rsid w:val="00A20A95"/>
    <w:rsid w:val="00A224B4"/>
    <w:rsid w:val="00A226BD"/>
    <w:rsid w:val="00A23197"/>
    <w:rsid w:val="00A233D8"/>
    <w:rsid w:val="00A23C58"/>
    <w:rsid w:val="00A23E25"/>
    <w:rsid w:val="00A244AC"/>
    <w:rsid w:val="00A24EF9"/>
    <w:rsid w:val="00A2613C"/>
    <w:rsid w:val="00A26563"/>
    <w:rsid w:val="00A2699F"/>
    <w:rsid w:val="00A26A7E"/>
    <w:rsid w:val="00A33348"/>
    <w:rsid w:val="00A33529"/>
    <w:rsid w:val="00A3461D"/>
    <w:rsid w:val="00A34FB9"/>
    <w:rsid w:val="00A3501C"/>
    <w:rsid w:val="00A35DD3"/>
    <w:rsid w:val="00A372AE"/>
    <w:rsid w:val="00A37F31"/>
    <w:rsid w:val="00A40076"/>
    <w:rsid w:val="00A40500"/>
    <w:rsid w:val="00A40683"/>
    <w:rsid w:val="00A41A7C"/>
    <w:rsid w:val="00A42826"/>
    <w:rsid w:val="00A43FDA"/>
    <w:rsid w:val="00A445E3"/>
    <w:rsid w:val="00A45901"/>
    <w:rsid w:val="00A45A59"/>
    <w:rsid w:val="00A460D1"/>
    <w:rsid w:val="00A47918"/>
    <w:rsid w:val="00A50896"/>
    <w:rsid w:val="00A516E8"/>
    <w:rsid w:val="00A51F9D"/>
    <w:rsid w:val="00A54476"/>
    <w:rsid w:val="00A54A9C"/>
    <w:rsid w:val="00A558C9"/>
    <w:rsid w:val="00A55F24"/>
    <w:rsid w:val="00A568A6"/>
    <w:rsid w:val="00A572D5"/>
    <w:rsid w:val="00A57859"/>
    <w:rsid w:val="00A57967"/>
    <w:rsid w:val="00A60404"/>
    <w:rsid w:val="00A60A81"/>
    <w:rsid w:val="00A61822"/>
    <w:rsid w:val="00A6199A"/>
    <w:rsid w:val="00A64574"/>
    <w:rsid w:val="00A654C0"/>
    <w:rsid w:val="00A65768"/>
    <w:rsid w:val="00A67C3A"/>
    <w:rsid w:val="00A7080D"/>
    <w:rsid w:val="00A70A2C"/>
    <w:rsid w:val="00A70E7B"/>
    <w:rsid w:val="00A73613"/>
    <w:rsid w:val="00A73927"/>
    <w:rsid w:val="00A73CEF"/>
    <w:rsid w:val="00A73D37"/>
    <w:rsid w:val="00A74858"/>
    <w:rsid w:val="00A75394"/>
    <w:rsid w:val="00A76360"/>
    <w:rsid w:val="00A77AAF"/>
    <w:rsid w:val="00A805AB"/>
    <w:rsid w:val="00A80698"/>
    <w:rsid w:val="00A8104E"/>
    <w:rsid w:val="00A811F3"/>
    <w:rsid w:val="00A82214"/>
    <w:rsid w:val="00A823FE"/>
    <w:rsid w:val="00A8243D"/>
    <w:rsid w:val="00A831F5"/>
    <w:rsid w:val="00A83927"/>
    <w:rsid w:val="00A83B30"/>
    <w:rsid w:val="00A86881"/>
    <w:rsid w:val="00A86914"/>
    <w:rsid w:val="00A86E4F"/>
    <w:rsid w:val="00A87BCD"/>
    <w:rsid w:val="00A92AA6"/>
    <w:rsid w:val="00A93430"/>
    <w:rsid w:val="00A937F6"/>
    <w:rsid w:val="00A95AF0"/>
    <w:rsid w:val="00A96477"/>
    <w:rsid w:val="00A96624"/>
    <w:rsid w:val="00AA0F47"/>
    <w:rsid w:val="00AA4610"/>
    <w:rsid w:val="00AA46AD"/>
    <w:rsid w:val="00AA537B"/>
    <w:rsid w:val="00AA710A"/>
    <w:rsid w:val="00AB0723"/>
    <w:rsid w:val="00AB0888"/>
    <w:rsid w:val="00AB0D51"/>
    <w:rsid w:val="00AB1DD8"/>
    <w:rsid w:val="00AB285A"/>
    <w:rsid w:val="00AB4946"/>
    <w:rsid w:val="00AB4D88"/>
    <w:rsid w:val="00AB561B"/>
    <w:rsid w:val="00AB5E93"/>
    <w:rsid w:val="00AB67FA"/>
    <w:rsid w:val="00AC3524"/>
    <w:rsid w:val="00AC3930"/>
    <w:rsid w:val="00AC4007"/>
    <w:rsid w:val="00AC4F14"/>
    <w:rsid w:val="00AC5DB1"/>
    <w:rsid w:val="00AC783A"/>
    <w:rsid w:val="00AC7FB2"/>
    <w:rsid w:val="00AD1F12"/>
    <w:rsid w:val="00AD2FAA"/>
    <w:rsid w:val="00AD389C"/>
    <w:rsid w:val="00AD4A45"/>
    <w:rsid w:val="00AD4AC8"/>
    <w:rsid w:val="00AD610E"/>
    <w:rsid w:val="00AD720A"/>
    <w:rsid w:val="00AD771B"/>
    <w:rsid w:val="00AE0B49"/>
    <w:rsid w:val="00AE3C94"/>
    <w:rsid w:val="00AE43CE"/>
    <w:rsid w:val="00AE6057"/>
    <w:rsid w:val="00AE642A"/>
    <w:rsid w:val="00AE6D99"/>
    <w:rsid w:val="00AE7EA5"/>
    <w:rsid w:val="00AF0C61"/>
    <w:rsid w:val="00AF1025"/>
    <w:rsid w:val="00AF1448"/>
    <w:rsid w:val="00AF26AA"/>
    <w:rsid w:val="00AF287A"/>
    <w:rsid w:val="00AF2BBA"/>
    <w:rsid w:val="00AF519C"/>
    <w:rsid w:val="00AF7D15"/>
    <w:rsid w:val="00B0010E"/>
    <w:rsid w:val="00B0057B"/>
    <w:rsid w:val="00B00606"/>
    <w:rsid w:val="00B00F06"/>
    <w:rsid w:val="00B00F95"/>
    <w:rsid w:val="00B01D66"/>
    <w:rsid w:val="00B030CA"/>
    <w:rsid w:val="00B0481D"/>
    <w:rsid w:val="00B04C91"/>
    <w:rsid w:val="00B04CDC"/>
    <w:rsid w:val="00B06210"/>
    <w:rsid w:val="00B11B31"/>
    <w:rsid w:val="00B11C3C"/>
    <w:rsid w:val="00B11DA9"/>
    <w:rsid w:val="00B120EC"/>
    <w:rsid w:val="00B1296E"/>
    <w:rsid w:val="00B148D6"/>
    <w:rsid w:val="00B1694A"/>
    <w:rsid w:val="00B17099"/>
    <w:rsid w:val="00B17981"/>
    <w:rsid w:val="00B211D8"/>
    <w:rsid w:val="00B214F4"/>
    <w:rsid w:val="00B21874"/>
    <w:rsid w:val="00B21EF7"/>
    <w:rsid w:val="00B23504"/>
    <w:rsid w:val="00B25C4D"/>
    <w:rsid w:val="00B26BF6"/>
    <w:rsid w:val="00B27493"/>
    <w:rsid w:val="00B27850"/>
    <w:rsid w:val="00B3013E"/>
    <w:rsid w:val="00B30253"/>
    <w:rsid w:val="00B3090A"/>
    <w:rsid w:val="00B30F5E"/>
    <w:rsid w:val="00B3188C"/>
    <w:rsid w:val="00B32433"/>
    <w:rsid w:val="00B329D8"/>
    <w:rsid w:val="00B33350"/>
    <w:rsid w:val="00B3339B"/>
    <w:rsid w:val="00B33940"/>
    <w:rsid w:val="00B34936"/>
    <w:rsid w:val="00B34A6C"/>
    <w:rsid w:val="00B35B9B"/>
    <w:rsid w:val="00B362B8"/>
    <w:rsid w:val="00B3656A"/>
    <w:rsid w:val="00B412BC"/>
    <w:rsid w:val="00B413FE"/>
    <w:rsid w:val="00B42ACC"/>
    <w:rsid w:val="00B44ADC"/>
    <w:rsid w:val="00B45503"/>
    <w:rsid w:val="00B474F8"/>
    <w:rsid w:val="00B478B2"/>
    <w:rsid w:val="00B479FB"/>
    <w:rsid w:val="00B51128"/>
    <w:rsid w:val="00B5275C"/>
    <w:rsid w:val="00B52E36"/>
    <w:rsid w:val="00B531EB"/>
    <w:rsid w:val="00B532A8"/>
    <w:rsid w:val="00B53C8E"/>
    <w:rsid w:val="00B5519D"/>
    <w:rsid w:val="00B61432"/>
    <w:rsid w:val="00B61C95"/>
    <w:rsid w:val="00B63B6E"/>
    <w:rsid w:val="00B63B7E"/>
    <w:rsid w:val="00B6700C"/>
    <w:rsid w:val="00B6752E"/>
    <w:rsid w:val="00B677DB"/>
    <w:rsid w:val="00B71042"/>
    <w:rsid w:val="00B7156D"/>
    <w:rsid w:val="00B72E08"/>
    <w:rsid w:val="00B72E9D"/>
    <w:rsid w:val="00B762B9"/>
    <w:rsid w:val="00B762D2"/>
    <w:rsid w:val="00B76745"/>
    <w:rsid w:val="00B7690B"/>
    <w:rsid w:val="00B76E1C"/>
    <w:rsid w:val="00B7733A"/>
    <w:rsid w:val="00B77915"/>
    <w:rsid w:val="00B77A7D"/>
    <w:rsid w:val="00B804CA"/>
    <w:rsid w:val="00B82E12"/>
    <w:rsid w:val="00B84113"/>
    <w:rsid w:val="00B848ED"/>
    <w:rsid w:val="00B84CBB"/>
    <w:rsid w:val="00B869D9"/>
    <w:rsid w:val="00B86B77"/>
    <w:rsid w:val="00B8712A"/>
    <w:rsid w:val="00B87D66"/>
    <w:rsid w:val="00B91492"/>
    <w:rsid w:val="00B92066"/>
    <w:rsid w:val="00B922F2"/>
    <w:rsid w:val="00B9391C"/>
    <w:rsid w:val="00B93989"/>
    <w:rsid w:val="00B93D60"/>
    <w:rsid w:val="00B945E4"/>
    <w:rsid w:val="00B94F2F"/>
    <w:rsid w:val="00B95E1B"/>
    <w:rsid w:val="00B96B43"/>
    <w:rsid w:val="00B97060"/>
    <w:rsid w:val="00B97DF1"/>
    <w:rsid w:val="00BA1414"/>
    <w:rsid w:val="00BA2381"/>
    <w:rsid w:val="00BA2851"/>
    <w:rsid w:val="00BA2A6D"/>
    <w:rsid w:val="00BA3AA7"/>
    <w:rsid w:val="00BA3F99"/>
    <w:rsid w:val="00BA4493"/>
    <w:rsid w:val="00BA468C"/>
    <w:rsid w:val="00BA488A"/>
    <w:rsid w:val="00BA5602"/>
    <w:rsid w:val="00BA56AD"/>
    <w:rsid w:val="00BA59D0"/>
    <w:rsid w:val="00BA70A1"/>
    <w:rsid w:val="00BA7DF5"/>
    <w:rsid w:val="00BA7F0B"/>
    <w:rsid w:val="00BB0522"/>
    <w:rsid w:val="00BB1238"/>
    <w:rsid w:val="00BB3255"/>
    <w:rsid w:val="00BB3914"/>
    <w:rsid w:val="00BB3A32"/>
    <w:rsid w:val="00BB469A"/>
    <w:rsid w:val="00BB4D08"/>
    <w:rsid w:val="00BB560C"/>
    <w:rsid w:val="00BB575E"/>
    <w:rsid w:val="00BB5F5C"/>
    <w:rsid w:val="00BB6D93"/>
    <w:rsid w:val="00BB78EE"/>
    <w:rsid w:val="00BC1589"/>
    <w:rsid w:val="00BC2030"/>
    <w:rsid w:val="00BC2295"/>
    <w:rsid w:val="00BC3B78"/>
    <w:rsid w:val="00BC3C29"/>
    <w:rsid w:val="00BC460B"/>
    <w:rsid w:val="00BC46B7"/>
    <w:rsid w:val="00BC4C79"/>
    <w:rsid w:val="00BC50A7"/>
    <w:rsid w:val="00BC59AE"/>
    <w:rsid w:val="00BC63F5"/>
    <w:rsid w:val="00BC77A3"/>
    <w:rsid w:val="00BC79C9"/>
    <w:rsid w:val="00BD1510"/>
    <w:rsid w:val="00BD1A2E"/>
    <w:rsid w:val="00BD2348"/>
    <w:rsid w:val="00BD2369"/>
    <w:rsid w:val="00BD47F1"/>
    <w:rsid w:val="00BD536A"/>
    <w:rsid w:val="00BD5939"/>
    <w:rsid w:val="00BD636A"/>
    <w:rsid w:val="00BD700A"/>
    <w:rsid w:val="00BE0C76"/>
    <w:rsid w:val="00BE1B8D"/>
    <w:rsid w:val="00BE2D3E"/>
    <w:rsid w:val="00BE30B1"/>
    <w:rsid w:val="00BE3883"/>
    <w:rsid w:val="00BE3C4B"/>
    <w:rsid w:val="00BE4105"/>
    <w:rsid w:val="00BE5F21"/>
    <w:rsid w:val="00BE6363"/>
    <w:rsid w:val="00BE7BE6"/>
    <w:rsid w:val="00BF067F"/>
    <w:rsid w:val="00BF0710"/>
    <w:rsid w:val="00BF0CE5"/>
    <w:rsid w:val="00BF0F05"/>
    <w:rsid w:val="00BF1501"/>
    <w:rsid w:val="00BF1B8F"/>
    <w:rsid w:val="00BF213A"/>
    <w:rsid w:val="00BF22C2"/>
    <w:rsid w:val="00BF246F"/>
    <w:rsid w:val="00BF3364"/>
    <w:rsid w:val="00BF3538"/>
    <w:rsid w:val="00BF3882"/>
    <w:rsid w:val="00BF3ABA"/>
    <w:rsid w:val="00BF4543"/>
    <w:rsid w:val="00BF4A2E"/>
    <w:rsid w:val="00BF4E09"/>
    <w:rsid w:val="00BF5DBE"/>
    <w:rsid w:val="00BF707D"/>
    <w:rsid w:val="00BF7566"/>
    <w:rsid w:val="00C01748"/>
    <w:rsid w:val="00C041BE"/>
    <w:rsid w:val="00C064D9"/>
    <w:rsid w:val="00C06D62"/>
    <w:rsid w:val="00C103F3"/>
    <w:rsid w:val="00C12FCC"/>
    <w:rsid w:val="00C1302B"/>
    <w:rsid w:val="00C13A12"/>
    <w:rsid w:val="00C14D34"/>
    <w:rsid w:val="00C15238"/>
    <w:rsid w:val="00C1553A"/>
    <w:rsid w:val="00C16B30"/>
    <w:rsid w:val="00C17CD1"/>
    <w:rsid w:val="00C17E97"/>
    <w:rsid w:val="00C20D36"/>
    <w:rsid w:val="00C2142D"/>
    <w:rsid w:val="00C22A15"/>
    <w:rsid w:val="00C22C34"/>
    <w:rsid w:val="00C22EF9"/>
    <w:rsid w:val="00C23D60"/>
    <w:rsid w:val="00C23E79"/>
    <w:rsid w:val="00C25DCE"/>
    <w:rsid w:val="00C25E5B"/>
    <w:rsid w:val="00C26582"/>
    <w:rsid w:val="00C268A2"/>
    <w:rsid w:val="00C26B1A"/>
    <w:rsid w:val="00C30AAD"/>
    <w:rsid w:val="00C3142D"/>
    <w:rsid w:val="00C3264B"/>
    <w:rsid w:val="00C3266D"/>
    <w:rsid w:val="00C32A1E"/>
    <w:rsid w:val="00C33AF5"/>
    <w:rsid w:val="00C34E72"/>
    <w:rsid w:val="00C36042"/>
    <w:rsid w:val="00C36583"/>
    <w:rsid w:val="00C3686E"/>
    <w:rsid w:val="00C370A1"/>
    <w:rsid w:val="00C375B5"/>
    <w:rsid w:val="00C376B2"/>
    <w:rsid w:val="00C37762"/>
    <w:rsid w:val="00C37929"/>
    <w:rsid w:val="00C400A5"/>
    <w:rsid w:val="00C415D5"/>
    <w:rsid w:val="00C41861"/>
    <w:rsid w:val="00C429AE"/>
    <w:rsid w:val="00C42F9F"/>
    <w:rsid w:val="00C438AA"/>
    <w:rsid w:val="00C43C38"/>
    <w:rsid w:val="00C43D09"/>
    <w:rsid w:val="00C43DD6"/>
    <w:rsid w:val="00C440A0"/>
    <w:rsid w:val="00C45017"/>
    <w:rsid w:val="00C512D3"/>
    <w:rsid w:val="00C526B5"/>
    <w:rsid w:val="00C52FA1"/>
    <w:rsid w:val="00C53299"/>
    <w:rsid w:val="00C53850"/>
    <w:rsid w:val="00C53FD0"/>
    <w:rsid w:val="00C544A4"/>
    <w:rsid w:val="00C54D96"/>
    <w:rsid w:val="00C56695"/>
    <w:rsid w:val="00C5700D"/>
    <w:rsid w:val="00C601B2"/>
    <w:rsid w:val="00C60C4E"/>
    <w:rsid w:val="00C63935"/>
    <w:rsid w:val="00C63FC7"/>
    <w:rsid w:val="00C6413F"/>
    <w:rsid w:val="00C64379"/>
    <w:rsid w:val="00C67296"/>
    <w:rsid w:val="00C677CF"/>
    <w:rsid w:val="00C713BF"/>
    <w:rsid w:val="00C73541"/>
    <w:rsid w:val="00C73648"/>
    <w:rsid w:val="00C74354"/>
    <w:rsid w:val="00C75FC1"/>
    <w:rsid w:val="00C77034"/>
    <w:rsid w:val="00C77CB5"/>
    <w:rsid w:val="00C815FA"/>
    <w:rsid w:val="00C81FE3"/>
    <w:rsid w:val="00C8227B"/>
    <w:rsid w:val="00C82F34"/>
    <w:rsid w:val="00C8314C"/>
    <w:rsid w:val="00C84005"/>
    <w:rsid w:val="00C84257"/>
    <w:rsid w:val="00C842B0"/>
    <w:rsid w:val="00C845F1"/>
    <w:rsid w:val="00C8537D"/>
    <w:rsid w:val="00C8736F"/>
    <w:rsid w:val="00C91607"/>
    <w:rsid w:val="00C917C6"/>
    <w:rsid w:val="00C92488"/>
    <w:rsid w:val="00C92667"/>
    <w:rsid w:val="00C94A81"/>
    <w:rsid w:val="00C952E4"/>
    <w:rsid w:val="00C95505"/>
    <w:rsid w:val="00C956FB"/>
    <w:rsid w:val="00C9595D"/>
    <w:rsid w:val="00CA0CD5"/>
    <w:rsid w:val="00CA2390"/>
    <w:rsid w:val="00CA2AAE"/>
    <w:rsid w:val="00CA2F5F"/>
    <w:rsid w:val="00CA317E"/>
    <w:rsid w:val="00CA3664"/>
    <w:rsid w:val="00CA3A1D"/>
    <w:rsid w:val="00CA416D"/>
    <w:rsid w:val="00CA4C60"/>
    <w:rsid w:val="00CA4E17"/>
    <w:rsid w:val="00CA523C"/>
    <w:rsid w:val="00CA6A94"/>
    <w:rsid w:val="00CB03E4"/>
    <w:rsid w:val="00CB0CF1"/>
    <w:rsid w:val="00CB0E43"/>
    <w:rsid w:val="00CB2336"/>
    <w:rsid w:val="00CB343D"/>
    <w:rsid w:val="00CB4EB3"/>
    <w:rsid w:val="00CB54AF"/>
    <w:rsid w:val="00CB5BB4"/>
    <w:rsid w:val="00CB6CB3"/>
    <w:rsid w:val="00CB73FA"/>
    <w:rsid w:val="00CB74DB"/>
    <w:rsid w:val="00CC1348"/>
    <w:rsid w:val="00CC1D47"/>
    <w:rsid w:val="00CC2CE0"/>
    <w:rsid w:val="00CC3047"/>
    <w:rsid w:val="00CC4449"/>
    <w:rsid w:val="00CC4559"/>
    <w:rsid w:val="00CC59FF"/>
    <w:rsid w:val="00CC5F95"/>
    <w:rsid w:val="00CC7CA9"/>
    <w:rsid w:val="00CD005A"/>
    <w:rsid w:val="00CD0342"/>
    <w:rsid w:val="00CD18E7"/>
    <w:rsid w:val="00CD1A02"/>
    <w:rsid w:val="00CD2227"/>
    <w:rsid w:val="00CD2708"/>
    <w:rsid w:val="00CD3356"/>
    <w:rsid w:val="00CD35D7"/>
    <w:rsid w:val="00CD418D"/>
    <w:rsid w:val="00CD61F4"/>
    <w:rsid w:val="00CD6D3C"/>
    <w:rsid w:val="00CD7145"/>
    <w:rsid w:val="00CD725A"/>
    <w:rsid w:val="00CE13E3"/>
    <w:rsid w:val="00CE1611"/>
    <w:rsid w:val="00CE20E2"/>
    <w:rsid w:val="00CE225E"/>
    <w:rsid w:val="00CE2973"/>
    <w:rsid w:val="00CE2A89"/>
    <w:rsid w:val="00CE362F"/>
    <w:rsid w:val="00CE6190"/>
    <w:rsid w:val="00CE6A99"/>
    <w:rsid w:val="00CE712B"/>
    <w:rsid w:val="00CF0622"/>
    <w:rsid w:val="00CF093F"/>
    <w:rsid w:val="00CF34D2"/>
    <w:rsid w:val="00CF5A4B"/>
    <w:rsid w:val="00CF5DA5"/>
    <w:rsid w:val="00CF78F4"/>
    <w:rsid w:val="00D014CA"/>
    <w:rsid w:val="00D0182A"/>
    <w:rsid w:val="00D01A40"/>
    <w:rsid w:val="00D029FF"/>
    <w:rsid w:val="00D04A48"/>
    <w:rsid w:val="00D04AC6"/>
    <w:rsid w:val="00D04DA9"/>
    <w:rsid w:val="00D054F4"/>
    <w:rsid w:val="00D06406"/>
    <w:rsid w:val="00D0697C"/>
    <w:rsid w:val="00D07ABE"/>
    <w:rsid w:val="00D114D9"/>
    <w:rsid w:val="00D11879"/>
    <w:rsid w:val="00D13BFE"/>
    <w:rsid w:val="00D14704"/>
    <w:rsid w:val="00D16D33"/>
    <w:rsid w:val="00D16D77"/>
    <w:rsid w:val="00D2025F"/>
    <w:rsid w:val="00D209DB"/>
    <w:rsid w:val="00D22297"/>
    <w:rsid w:val="00D228DF"/>
    <w:rsid w:val="00D255B0"/>
    <w:rsid w:val="00D25991"/>
    <w:rsid w:val="00D25AD6"/>
    <w:rsid w:val="00D268B7"/>
    <w:rsid w:val="00D279ED"/>
    <w:rsid w:val="00D27BB6"/>
    <w:rsid w:val="00D27E52"/>
    <w:rsid w:val="00D27F92"/>
    <w:rsid w:val="00D30097"/>
    <w:rsid w:val="00D31813"/>
    <w:rsid w:val="00D31943"/>
    <w:rsid w:val="00D335D1"/>
    <w:rsid w:val="00D3442D"/>
    <w:rsid w:val="00D350DE"/>
    <w:rsid w:val="00D354B9"/>
    <w:rsid w:val="00D36CF2"/>
    <w:rsid w:val="00D36E01"/>
    <w:rsid w:val="00D37130"/>
    <w:rsid w:val="00D401FD"/>
    <w:rsid w:val="00D4034A"/>
    <w:rsid w:val="00D415CE"/>
    <w:rsid w:val="00D4301B"/>
    <w:rsid w:val="00D43A84"/>
    <w:rsid w:val="00D462CC"/>
    <w:rsid w:val="00D50405"/>
    <w:rsid w:val="00D50EBE"/>
    <w:rsid w:val="00D51661"/>
    <w:rsid w:val="00D51927"/>
    <w:rsid w:val="00D519AA"/>
    <w:rsid w:val="00D53E91"/>
    <w:rsid w:val="00D54E03"/>
    <w:rsid w:val="00D57100"/>
    <w:rsid w:val="00D6179D"/>
    <w:rsid w:val="00D61B69"/>
    <w:rsid w:val="00D63DE6"/>
    <w:rsid w:val="00D64285"/>
    <w:rsid w:val="00D66A46"/>
    <w:rsid w:val="00D7163C"/>
    <w:rsid w:val="00D73A09"/>
    <w:rsid w:val="00D748BE"/>
    <w:rsid w:val="00D74A9C"/>
    <w:rsid w:val="00D74F6A"/>
    <w:rsid w:val="00D75A33"/>
    <w:rsid w:val="00D7688B"/>
    <w:rsid w:val="00D76A0A"/>
    <w:rsid w:val="00D807B1"/>
    <w:rsid w:val="00D82D30"/>
    <w:rsid w:val="00D8319C"/>
    <w:rsid w:val="00D83234"/>
    <w:rsid w:val="00D842B7"/>
    <w:rsid w:val="00D8458F"/>
    <w:rsid w:val="00D846FA"/>
    <w:rsid w:val="00D85383"/>
    <w:rsid w:val="00D8635C"/>
    <w:rsid w:val="00D86454"/>
    <w:rsid w:val="00D872C9"/>
    <w:rsid w:val="00D87D66"/>
    <w:rsid w:val="00D90083"/>
    <w:rsid w:val="00D90173"/>
    <w:rsid w:val="00D90716"/>
    <w:rsid w:val="00D925CA"/>
    <w:rsid w:val="00D92D47"/>
    <w:rsid w:val="00D92FA2"/>
    <w:rsid w:val="00D9694E"/>
    <w:rsid w:val="00D96A23"/>
    <w:rsid w:val="00D96DA0"/>
    <w:rsid w:val="00D97086"/>
    <w:rsid w:val="00DA0322"/>
    <w:rsid w:val="00DA184F"/>
    <w:rsid w:val="00DA1B3C"/>
    <w:rsid w:val="00DA2338"/>
    <w:rsid w:val="00DA2ACD"/>
    <w:rsid w:val="00DA31DA"/>
    <w:rsid w:val="00DA43EF"/>
    <w:rsid w:val="00DB052B"/>
    <w:rsid w:val="00DB0617"/>
    <w:rsid w:val="00DB1027"/>
    <w:rsid w:val="00DB25D3"/>
    <w:rsid w:val="00DB2AB6"/>
    <w:rsid w:val="00DB2D08"/>
    <w:rsid w:val="00DB515F"/>
    <w:rsid w:val="00DB5438"/>
    <w:rsid w:val="00DB5A61"/>
    <w:rsid w:val="00DB6182"/>
    <w:rsid w:val="00DB6FE9"/>
    <w:rsid w:val="00DB770C"/>
    <w:rsid w:val="00DC07D6"/>
    <w:rsid w:val="00DC10AB"/>
    <w:rsid w:val="00DC15F6"/>
    <w:rsid w:val="00DC1A3E"/>
    <w:rsid w:val="00DC2FFE"/>
    <w:rsid w:val="00DC4266"/>
    <w:rsid w:val="00DC56FB"/>
    <w:rsid w:val="00DC7093"/>
    <w:rsid w:val="00DC7ECA"/>
    <w:rsid w:val="00DD026D"/>
    <w:rsid w:val="00DD1048"/>
    <w:rsid w:val="00DD187B"/>
    <w:rsid w:val="00DD1CB2"/>
    <w:rsid w:val="00DD2704"/>
    <w:rsid w:val="00DD470D"/>
    <w:rsid w:val="00DD7085"/>
    <w:rsid w:val="00DD726B"/>
    <w:rsid w:val="00DD75A1"/>
    <w:rsid w:val="00DE0501"/>
    <w:rsid w:val="00DE0FD1"/>
    <w:rsid w:val="00DE1CE8"/>
    <w:rsid w:val="00DE2B70"/>
    <w:rsid w:val="00DE2D6A"/>
    <w:rsid w:val="00DE7209"/>
    <w:rsid w:val="00DF0CF4"/>
    <w:rsid w:val="00DF0DAC"/>
    <w:rsid w:val="00DF1CD0"/>
    <w:rsid w:val="00DF2844"/>
    <w:rsid w:val="00DF2CF2"/>
    <w:rsid w:val="00DF5058"/>
    <w:rsid w:val="00DF5680"/>
    <w:rsid w:val="00DF5B5F"/>
    <w:rsid w:val="00DF6643"/>
    <w:rsid w:val="00DF6FF4"/>
    <w:rsid w:val="00DF7329"/>
    <w:rsid w:val="00DF7BEC"/>
    <w:rsid w:val="00E01365"/>
    <w:rsid w:val="00E02D12"/>
    <w:rsid w:val="00E037B1"/>
    <w:rsid w:val="00E03E82"/>
    <w:rsid w:val="00E03EAA"/>
    <w:rsid w:val="00E04EBE"/>
    <w:rsid w:val="00E05362"/>
    <w:rsid w:val="00E05430"/>
    <w:rsid w:val="00E05587"/>
    <w:rsid w:val="00E0578B"/>
    <w:rsid w:val="00E06878"/>
    <w:rsid w:val="00E07EE2"/>
    <w:rsid w:val="00E119D4"/>
    <w:rsid w:val="00E12684"/>
    <w:rsid w:val="00E1316B"/>
    <w:rsid w:val="00E151FE"/>
    <w:rsid w:val="00E160DA"/>
    <w:rsid w:val="00E16E6D"/>
    <w:rsid w:val="00E173F4"/>
    <w:rsid w:val="00E17D37"/>
    <w:rsid w:val="00E202F1"/>
    <w:rsid w:val="00E21947"/>
    <w:rsid w:val="00E21D53"/>
    <w:rsid w:val="00E233F2"/>
    <w:rsid w:val="00E2457E"/>
    <w:rsid w:val="00E24D37"/>
    <w:rsid w:val="00E26116"/>
    <w:rsid w:val="00E27207"/>
    <w:rsid w:val="00E2727E"/>
    <w:rsid w:val="00E301CA"/>
    <w:rsid w:val="00E310ED"/>
    <w:rsid w:val="00E3120F"/>
    <w:rsid w:val="00E332FA"/>
    <w:rsid w:val="00E3415A"/>
    <w:rsid w:val="00E34218"/>
    <w:rsid w:val="00E34E4B"/>
    <w:rsid w:val="00E357A1"/>
    <w:rsid w:val="00E35935"/>
    <w:rsid w:val="00E363AF"/>
    <w:rsid w:val="00E36AB4"/>
    <w:rsid w:val="00E36F68"/>
    <w:rsid w:val="00E37279"/>
    <w:rsid w:val="00E37824"/>
    <w:rsid w:val="00E405C8"/>
    <w:rsid w:val="00E40891"/>
    <w:rsid w:val="00E41A44"/>
    <w:rsid w:val="00E42ACA"/>
    <w:rsid w:val="00E432C4"/>
    <w:rsid w:val="00E4395C"/>
    <w:rsid w:val="00E44119"/>
    <w:rsid w:val="00E46DFF"/>
    <w:rsid w:val="00E47531"/>
    <w:rsid w:val="00E476F5"/>
    <w:rsid w:val="00E4799A"/>
    <w:rsid w:val="00E50BA8"/>
    <w:rsid w:val="00E5133C"/>
    <w:rsid w:val="00E515CF"/>
    <w:rsid w:val="00E525E3"/>
    <w:rsid w:val="00E52724"/>
    <w:rsid w:val="00E52E07"/>
    <w:rsid w:val="00E5334F"/>
    <w:rsid w:val="00E5420C"/>
    <w:rsid w:val="00E54CDF"/>
    <w:rsid w:val="00E55D9C"/>
    <w:rsid w:val="00E5612C"/>
    <w:rsid w:val="00E562B9"/>
    <w:rsid w:val="00E56B6C"/>
    <w:rsid w:val="00E575E3"/>
    <w:rsid w:val="00E61556"/>
    <w:rsid w:val="00E61D55"/>
    <w:rsid w:val="00E639D6"/>
    <w:rsid w:val="00E6462E"/>
    <w:rsid w:val="00E6553E"/>
    <w:rsid w:val="00E65CCB"/>
    <w:rsid w:val="00E663EA"/>
    <w:rsid w:val="00E66B83"/>
    <w:rsid w:val="00E7142D"/>
    <w:rsid w:val="00E74AF3"/>
    <w:rsid w:val="00E77263"/>
    <w:rsid w:val="00E80D77"/>
    <w:rsid w:val="00E811AF"/>
    <w:rsid w:val="00E82121"/>
    <w:rsid w:val="00E85C34"/>
    <w:rsid w:val="00E869A9"/>
    <w:rsid w:val="00E8729E"/>
    <w:rsid w:val="00E87B91"/>
    <w:rsid w:val="00E902A3"/>
    <w:rsid w:val="00E92F18"/>
    <w:rsid w:val="00E93AD2"/>
    <w:rsid w:val="00E965B5"/>
    <w:rsid w:val="00E96E60"/>
    <w:rsid w:val="00E971B7"/>
    <w:rsid w:val="00EA09C4"/>
    <w:rsid w:val="00EA1535"/>
    <w:rsid w:val="00EA2B2A"/>
    <w:rsid w:val="00EA2FC8"/>
    <w:rsid w:val="00EA5859"/>
    <w:rsid w:val="00EA5DE9"/>
    <w:rsid w:val="00EA6228"/>
    <w:rsid w:val="00EA78B3"/>
    <w:rsid w:val="00EB046A"/>
    <w:rsid w:val="00EB1098"/>
    <w:rsid w:val="00EB1737"/>
    <w:rsid w:val="00EB1E13"/>
    <w:rsid w:val="00EB3295"/>
    <w:rsid w:val="00EB3B90"/>
    <w:rsid w:val="00EB43A6"/>
    <w:rsid w:val="00EB4BB3"/>
    <w:rsid w:val="00EB4C02"/>
    <w:rsid w:val="00EB52D1"/>
    <w:rsid w:val="00EB53B7"/>
    <w:rsid w:val="00EB65A9"/>
    <w:rsid w:val="00EB710A"/>
    <w:rsid w:val="00EB7714"/>
    <w:rsid w:val="00EC0236"/>
    <w:rsid w:val="00EC1948"/>
    <w:rsid w:val="00EC4090"/>
    <w:rsid w:val="00EC4091"/>
    <w:rsid w:val="00EC4BA8"/>
    <w:rsid w:val="00EC4C44"/>
    <w:rsid w:val="00EC638C"/>
    <w:rsid w:val="00EC7AB6"/>
    <w:rsid w:val="00ED05F2"/>
    <w:rsid w:val="00ED0941"/>
    <w:rsid w:val="00ED0F95"/>
    <w:rsid w:val="00ED13E2"/>
    <w:rsid w:val="00ED2B20"/>
    <w:rsid w:val="00ED2F59"/>
    <w:rsid w:val="00ED5744"/>
    <w:rsid w:val="00ED5E1D"/>
    <w:rsid w:val="00ED6297"/>
    <w:rsid w:val="00ED6E49"/>
    <w:rsid w:val="00ED7306"/>
    <w:rsid w:val="00ED7DCA"/>
    <w:rsid w:val="00EE06C4"/>
    <w:rsid w:val="00EE132E"/>
    <w:rsid w:val="00EE1874"/>
    <w:rsid w:val="00EE1CD0"/>
    <w:rsid w:val="00EE253A"/>
    <w:rsid w:val="00EE2CFC"/>
    <w:rsid w:val="00EE3E0D"/>
    <w:rsid w:val="00EE456F"/>
    <w:rsid w:val="00EE5B6F"/>
    <w:rsid w:val="00EE65F3"/>
    <w:rsid w:val="00EE6852"/>
    <w:rsid w:val="00EF038A"/>
    <w:rsid w:val="00EF1B1D"/>
    <w:rsid w:val="00EF3F5F"/>
    <w:rsid w:val="00EF446E"/>
    <w:rsid w:val="00EF450E"/>
    <w:rsid w:val="00EF494F"/>
    <w:rsid w:val="00EF4C1D"/>
    <w:rsid w:val="00EF5C42"/>
    <w:rsid w:val="00EF6932"/>
    <w:rsid w:val="00EF763E"/>
    <w:rsid w:val="00EF7D81"/>
    <w:rsid w:val="00F011AC"/>
    <w:rsid w:val="00F02123"/>
    <w:rsid w:val="00F0238B"/>
    <w:rsid w:val="00F03DA0"/>
    <w:rsid w:val="00F049BF"/>
    <w:rsid w:val="00F05600"/>
    <w:rsid w:val="00F06877"/>
    <w:rsid w:val="00F07CB4"/>
    <w:rsid w:val="00F10010"/>
    <w:rsid w:val="00F10DD6"/>
    <w:rsid w:val="00F12020"/>
    <w:rsid w:val="00F120CE"/>
    <w:rsid w:val="00F130FF"/>
    <w:rsid w:val="00F15AB3"/>
    <w:rsid w:val="00F15C0E"/>
    <w:rsid w:val="00F15ED9"/>
    <w:rsid w:val="00F16262"/>
    <w:rsid w:val="00F1672F"/>
    <w:rsid w:val="00F16E3E"/>
    <w:rsid w:val="00F16FEF"/>
    <w:rsid w:val="00F17A4C"/>
    <w:rsid w:val="00F17B1C"/>
    <w:rsid w:val="00F20C50"/>
    <w:rsid w:val="00F210E3"/>
    <w:rsid w:val="00F234A7"/>
    <w:rsid w:val="00F23B8F"/>
    <w:rsid w:val="00F23ECD"/>
    <w:rsid w:val="00F24CE9"/>
    <w:rsid w:val="00F25A19"/>
    <w:rsid w:val="00F262BA"/>
    <w:rsid w:val="00F27376"/>
    <w:rsid w:val="00F27DE0"/>
    <w:rsid w:val="00F31DCE"/>
    <w:rsid w:val="00F3352C"/>
    <w:rsid w:val="00F34525"/>
    <w:rsid w:val="00F3469C"/>
    <w:rsid w:val="00F34DA6"/>
    <w:rsid w:val="00F3672D"/>
    <w:rsid w:val="00F37867"/>
    <w:rsid w:val="00F378E4"/>
    <w:rsid w:val="00F405CE"/>
    <w:rsid w:val="00F4189E"/>
    <w:rsid w:val="00F41B10"/>
    <w:rsid w:val="00F41C2F"/>
    <w:rsid w:val="00F41CB0"/>
    <w:rsid w:val="00F41E72"/>
    <w:rsid w:val="00F42192"/>
    <w:rsid w:val="00F44E78"/>
    <w:rsid w:val="00F451B5"/>
    <w:rsid w:val="00F458FC"/>
    <w:rsid w:val="00F45EA4"/>
    <w:rsid w:val="00F4623B"/>
    <w:rsid w:val="00F46B60"/>
    <w:rsid w:val="00F50400"/>
    <w:rsid w:val="00F509B7"/>
    <w:rsid w:val="00F5242E"/>
    <w:rsid w:val="00F5308A"/>
    <w:rsid w:val="00F54AF6"/>
    <w:rsid w:val="00F56F73"/>
    <w:rsid w:val="00F6001E"/>
    <w:rsid w:val="00F60DCC"/>
    <w:rsid w:val="00F614E0"/>
    <w:rsid w:val="00F62E54"/>
    <w:rsid w:val="00F63771"/>
    <w:rsid w:val="00F6402C"/>
    <w:rsid w:val="00F645BF"/>
    <w:rsid w:val="00F64AD4"/>
    <w:rsid w:val="00F6586A"/>
    <w:rsid w:val="00F70067"/>
    <w:rsid w:val="00F730B1"/>
    <w:rsid w:val="00F74BB3"/>
    <w:rsid w:val="00F75B21"/>
    <w:rsid w:val="00F760E6"/>
    <w:rsid w:val="00F80174"/>
    <w:rsid w:val="00F80E5C"/>
    <w:rsid w:val="00F822AB"/>
    <w:rsid w:val="00F82460"/>
    <w:rsid w:val="00F84B6D"/>
    <w:rsid w:val="00F85582"/>
    <w:rsid w:val="00F85A4A"/>
    <w:rsid w:val="00F911CF"/>
    <w:rsid w:val="00F92020"/>
    <w:rsid w:val="00F92088"/>
    <w:rsid w:val="00F92B93"/>
    <w:rsid w:val="00F93FC1"/>
    <w:rsid w:val="00F959E3"/>
    <w:rsid w:val="00F95AA9"/>
    <w:rsid w:val="00F96CC9"/>
    <w:rsid w:val="00F973EA"/>
    <w:rsid w:val="00F97869"/>
    <w:rsid w:val="00F978AF"/>
    <w:rsid w:val="00FA2477"/>
    <w:rsid w:val="00FA29ED"/>
    <w:rsid w:val="00FA4CC0"/>
    <w:rsid w:val="00FA4CEB"/>
    <w:rsid w:val="00FA79CD"/>
    <w:rsid w:val="00FA7F94"/>
    <w:rsid w:val="00FB10BF"/>
    <w:rsid w:val="00FB29C9"/>
    <w:rsid w:val="00FB2B69"/>
    <w:rsid w:val="00FB3875"/>
    <w:rsid w:val="00FB6A64"/>
    <w:rsid w:val="00FB7611"/>
    <w:rsid w:val="00FC2149"/>
    <w:rsid w:val="00FC26AF"/>
    <w:rsid w:val="00FC2D8D"/>
    <w:rsid w:val="00FC782C"/>
    <w:rsid w:val="00FC7C74"/>
    <w:rsid w:val="00FD23EB"/>
    <w:rsid w:val="00FD2C86"/>
    <w:rsid w:val="00FD2F32"/>
    <w:rsid w:val="00FD3EC0"/>
    <w:rsid w:val="00FD457E"/>
    <w:rsid w:val="00FD4817"/>
    <w:rsid w:val="00FD4DA4"/>
    <w:rsid w:val="00FD7F3C"/>
    <w:rsid w:val="00FE2026"/>
    <w:rsid w:val="00FE2043"/>
    <w:rsid w:val="00FE27C3"/>
    <w:rsid w:val="00FE3B67"/>
    <w:rsid w:val="00FE3FFA"/>
    <w:rsid w:val="00FE43D5"/>
    <w:rsid w:val="00FE599B"/>
    <w:rsid w:val="00FF0360"/>
    <w:rsid w:val="00FF145D"/>
    <w:rsid w:val="00FF2911"/>
    <w:rsid w:val="00FF2F7B"/>
    <w:rsid w:val="00FF4192"/>
    <w:rsid w:val="00FF42E3"/>
    <w:rsid w:val="00FF5CBF"/>
    <w:rsid w:val="00FF6603"/>
    <w:rsid w:val="00FF686C"/>
    <w:rsid w:val="00FF73D7"/>
    <w:rsid w:val="00FF7CB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F88D6E"/>
  <w15:chartTrackingRefBased/>
  <w15:docId w15:val="{B84C3FBA-5E67-40DE-8A76-3125596A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Narrow" w:hAnsi="Arial Narrow"/>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jc w:val="both"/>
    </w:pPr>
  </w:style>
  <w:style w:type="character" w:styleId="Hyperlink">
    <w:name w:val="Hyperlink"/>
    <w:rPr>
      <w:color w:val="0000FF"/>
      <w:u w:val="single"/>
    </w:r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paragraph" w:styleId="Textkrper2">
    <w:name w:val="Body Text 2"/>
    <w:basedOn w:val="Standard"/>
    <w:rPr>
      <w:color w:val="0000FF"/>
    </w:rPr>
  </w:style>
  <w:style w:type="paragraph" w:styleId="Textkrper3">
    <w:name w:val="Body Text 3"/>
    <w:basedOn w:val="Standard"/>
    <w:pPr>
      <w:pBdr>
        <w:top w:val="single" w:sz="4" w:space="1" w:color="auto"/>
        <w:left w:val="single" w:sz="4" w:space="4" w:color="auto"/>
        <w:bottom w:val="single" w:sz="4" w:space="1" w:color="auto"/>
        <w:right w:val="single" w:sz="4" w:space="4" w:color="auto"/>
      </w:pBdr>
    </w:pPr>
    <w:rPr>
      <w:b/>
      <w:bCs/>
    </w:rPr>
  </w:style>
  <w:style w:type="paragraph" w:styleId="Textkrper-Zeileneinzug">
    <w:name w:val="Body Text Indent"/>
    <w:basedOn w:val="Standard"/>
    <w:rsid w:val="00700591"/>
    <w:pPr>
      <w:spacing w:after="120"/>
      <w:ind w:left="283"/>
    </w:pPr>
  </w:style>
  <w:style w:type="paragraph" w:styleId="Textkrper-Einzug2">
    <w:name w:val="Body Text Indent 2"/>
    <w:basedOn w:val="Standard"/>
    <w:rsid w:val="00700591"/>
    <w:pPr>
      <w:spacing w:after="120" w:line="480" w:lineRule="auto"/>
      <w:ind w:left="283"/>
    </w:pPr>
  </w:style>
  <w:style w:type="paragraph" w:styleId="Sprechblasentext">
    <w:name w:val="Balloon Text"/>
    <w:basedOn w:val="Standard"/>
    <w:semiHidden/>
    <w:rsid w:val="005064C7"/>
    <w:rPr>
      <w:rFonts w:ascii="Tahoma" w:hAnsi="Tahoma" w:cs="Tahoma"/>
      <w:sz w:val="16"/>
      <w:szCs w:val="16"/>
    </w:rPr>
  </w:style>
  <w:style w:type="character" w:customStyle="1" w:styleId="TextkrperZchn">
    <w:name w:val="Textkörper Zchn"/>
    <w:link w:val="Textkrper"/>
    <w:rsid w:val="006847D4"/>
    <w:rPr>
      <w:rFonts w:ascii="Arial Narrow" w:hAnsi="Arial Narrow"/>
      <w:sz w:val="24"/>
    </w:rPr>
  </w:style>
  <w:style w:type="paragraph" w:styleId="Kopfzeile">
    <w:name w:val="header"/>
    <w:basedOn w:val="Standard"/>
    <w:link w:val="KopfzeileZchn"/>
    <w:uiPriority w:val="99"/>
    <w:rsid w:val="00DE0501"/>
    <w:pPr>
      <w:tabs>
        <w:tab w:val="center" w:pos="4536"/>
        <w:tab w:val="right" w:pos="9072"/>
      </w:tabs>
    </w:pPr>
  </w:style>
  <w:style w:type="character" w:customStyle="1" w:styleId="KopfzeileZchn">
    <w:name w:val="Kopfzeile Zchn"/>
    <w:link w:val="Kopfzeile"/>
    <w:uiPriority w:val="99"/>
    <w:rsid w:val="00DE0501"/>
    <w:rPr>
      <w:rFonts w:ascii="Arial Narrow" w:hAnsi="Arial Narrow"/>
      <w:sz w:val="24"/>
    </w:rPr>
  </w:style>
  <w:style w:type="character" w:customStyle="1" w:styleId="FuzeileZchn">
    <w:name w:val="Fußzeile Zchn"/>
    <w:link w:val="Fuzeile"/>
    <w:rsid w:val="00492E87"/>
    <w:rPr>
      <w:rFonts w:ascii="Arial Narrow" w:hAnsi="Arial Narrow"/>
      <w:sz w:val="24"/>
    </w:rPr>
  </w:style>
  <w:style w:type="paragraph" w:styleId="Listenabsatz">
    <w:name w:val="List Paragraph"/>
    <w:basedOn w:val="Standard"/>
    <w:uiPriority w:val="34"/>
    <w:qFormat/>
    <w:rsid w:val="0041493C"/>
    <w:pPr>
      <w:ind w:left="708"/>
    </w:pPr>
  </w:style>
  <w:style w:type="character" w:styleId="BesuchterLink">
    <w:name w:val="FollowedHyperlink"/>
    <w:basedOn w:val="Absatz-Standardschriftart"/>
    <w:rsid w:val="00482695"/>
    <w:rPr>
      <w:color w:val="954F72" w:themeColor="followedHyperlink"/>
      <w:u w:val="single"/>
    </w:rPr>
  </w:style>
  <w:style w:type="paragraph" w:styleId="StandardWeb">
    <w:name w:val="Normal (Web)"/>
    <w:basedOn w:val="Standard"/>
    <w:uiPriority w:val="99"/>
    <w:unhideWhenUsed/>
    <w:rsid w:val="00482695"/>
    <w:pPr>
      <w:spacing w:before="100" w:beforeAutospacing="1" w:after="100" w:afterAutospacing="1"/>
    </w:pPr>
    <w:rPr>
      <w:rFonts w:ascii="Times New Roman" w:hAnsi="Times New Roman"/>
      <w:szCs w:val="24"/>
    </w:rPr>
  </w:style>
  <w:style w:type="character" w:styleId="Kommentarzeichen">
    <w:name w:val="annotation reference"/>
    <w:basedOn w:val="Absatz-Standardschriftart"/>
    <w:rsid w:val="003A3F59"/>
    <w:rPr>
      <w:sz w:val="16"/>
      <w:szCs w:val="16"/>
    </w:rPr>
  </w:style>
  <w:style w:type="paragraph" w:styleId="Kommentartext">
    <w:name w:val="annotation text"/>
    <w:basedOn w:val="Standard"/>
    <w:link w:val="KommentartextZchn"/>
    <w:rsid w:val="003A3F59"/>
    <w:rPr>
      <w:sz w:val="20"/>
    </w:rPr>
  </w:style>
  <w:style w:type="character" w:customStyle="1" w:styleId="KommentartextZchn">
    <w:name w:val="Kommentartext Zchn"/>
    <w:basedOn w:val="Absatz-Standardschriftart"/>
    <w:link w:val="Kommentartext"/>
    <w:rsid w:val="003A3F59"/>
    <w:rPr>
      <w:rFonts w:ascii="Arial Narrow" w:hAnsi="Arial Narrow"/>
    </w:rPr>
  </w:style>
  <w:style w:type="paragraph" w:styleId="Kommentarthema">
    <w:name w:val="annotation subject"/>
    <w:basedOn w:val="Kommentartext"/>
    <w:next w:val="Kommentartext"/>
    <w:link w:val="KommentarthemaZchn"/>
    <w:rsid w:val="003A3F59"/>
    <w:rPr>
      <w:b/>
      <w:bCs/>
    </w:rPr>
  </w:style>
  <w:style w:type="character" w:customStyle="1" w:styleId="KommentarthemaZchn">
    <w:name w:val="Kommentarthema Zchn"/>
    <w:basedOn w:val="KommentartextZchn"/>
    <w:link w:val="Kommentarthema"/>
    <w:rsid w:val="003A3F59"/>
    <w:rPr>
      <w:rFonts w:ascii="Arial Narrow" w:hAnsi="Arial Narrow"/>
      <w:b/>
      <w:bCs/>
    </w:rPr>
  </w:style>
  <w:style w:type="paragraph" w:styleId="berarbeitung">
    <w:name w:val="Revision"/>
    <w:hidden/>
    <w:uiPriority w:val="99"/>
    <w:semiHidden/>
    <w:rsid w:val="008B2CBD"/>
    <w:rPr>
      <w:rFonts w:ascii="Arial Narrow" w:hAnsi="Arial Narrow"/>
      <w:sz w:val="24"/>
    </w:rPr>
  </w:style>
  <w:style w:type="character" w:styleId="NichtaufgelsteErwhnung">
    <w:name w:val="Unresolved Mention"/>
    <w:basedOn w:val="Absatz-Standardschriftart"/>
    <w:uiPriority w:val="99"/>
    <w:semiHidden/>
    <w:unhideWhenUsed/>
    <w:rsid w:val="005E3E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9300">
      <w:bodyDiv w:val="1"/>
      <w:marLeft w:val="0"/>
      <w:marRight w:val="0"/>
      <w:marTop w:val="0"/>
      <w:marBottom w:val="0"/>
      <w:divBdr>
        <w:top w:val="none" w:sz="0" w:space="0" w:color="auto"/>
        <w:left w:val="none" w:sz="0" w:space="0" w:color="auto"/>
        <w:bottom w:val="none" w:sz="0" w:space="0" w:color="auto"/>
        <w:right w:val="none" w:sz="0" w:space="0" w:color="auto"/>
      </w:divBdr>
    </w:div>
    <w:div w:id="59332688">
      <w:bodyDiv w:val="1"/>
      <w:marLeft w:val="0"/>
      <w:marRight w:val="0"/>
      <w:marTop w:val="0"/>
      <w:marBottom w:val="0"/>
      <w:divBdr>
        <w:top w:val="none" w:sz="0" w:space="0" w:color="auto"/>
        <w:left w:val="none" w:sz="0" w:space="0" w:color="auto"/>
        <w:bottom w:val="none" w:sz="0" w:space="0" w:color="auto"/>
        <w:right w:val="none" w:sz="0" w:space="0" w:color="auto"/>
      </w:divBdr>
    </w:div>
    <w:div w:id="123815169">
      <w:bodyDiv w:val="1"/>
      <w:marLeft w:val="0"/>
      <w:marRight w:val="0"/>
      <w:marTop w:val="0"/>
      <w:marBottom w:val="0"/>
      <w:divBdr>
        <w:top w:val="none" w:sz="0" w:space="0" w:color="auto"/>
        <w:left w:val="none" w:sz="0" w:space="0" w:color="auto"/>
        <w:bottom w:val="none" w:sz="0" w:space="0" w:color="auto"/>
        <w:right w:val="none" w:sz="0" w:space="0" w:color="auto"/>
      </w:divBdr>
    </w:div>
    <w:div w:id="182666529">
      <w:bodyDiv w:val="1"/>
      <w:marLeft w:val="0"/>
      <w:marRight w:val="0"/>
      <w:marTop w:val="0"/>
      <w:marBottom w:val="0"/>
      <w:divBdr>
        <w:top w:val="none" w:sz="0" w:space="0" w:color="auto"/>
        <w:left w:val="none" w:sz="0" w:space="0" w:color="auto"/>
        <w:bottom w:val="none" w:sz="0" w:space="0" w:color="auto"/>
        <w:right w:val="none" w:sz="0" w:space="0" w:color="auto"/>
      </w:divBdr>
    </w:div>
    <w:div w:id="217475942">
      <w:bodyDiv w:val="1"/>
      <w:marLeft w:val="0"/>
      <w:marRight w:val="0"/>
      <w:marTop w:val="0"/>
      <w:marBottom w:val="0"/>
      <w:divBdr>
        <w:top w:val="none" w:sz="0" w:space="0" w:color="auto"/>
        <w:left w:val="none" w:sz="0" w:space="0" w:color="auto"/>
        <w:bottom w:val="none" w:sz="0" w:space="0" w:color="auto"/>
        <w:right w:val="none" w:sz="0" w:space="0" w:color="auto"/>
      </w:divBdr>
    </w:div>
    <w:div w:id="323432066">
      <w:bodyDiv w:val="1"/>
      <w:marLeft w:val="0"/>
      <w:marRight w:val="0"/>
      <w:marTop w:val="0"/>
      <w:marBottom w:val="0"/>
      <w:divBdr>
        <w:top w:val="none" w:sz="0" w:space="0" w:color="auto"/>
        <w:left w:val="none" w:sz="0" w:space="0" w:color="auto"/>
        <w:bottom w:val="none" w:sz="0" w:space="0" w:color="auto"/>
        <w:right w:val="none" w:sz="0" w:space="0" w:color="auto"/>
      </w:divBdr>
    </w:div>
    <w:div w:id="338316775">
      <w:bodyDiv w:val="1"/>
      <w:marLeft w:val="0"/>
      <w:marRight w:val="0"/>
      <w:marTop w:val="0"/>
      <w:marBottom w:val="0"/>
      <w:divBdr>
        <w:top w:val="none" w:sz="0" w:space="0" w:color="auto"/>
        <w:left w:val="none" w:sz="0" w:space="0" w:color="auto"/>
        <w:bottom w:val="none" w:sz="0" w:space="0" w:color="auto"/>
        <w:right w:val="none" w:sz="0" w:space="0" w:color="auto"/>
      </w:divBdr>
    </w:div>
    <w:div w:id="362941773">
      <w:bodyDiv w:val="1"/>
      <w:marLeft w:val="0"/>
      <w:marRight w:val="0"/>
      <w:marTop w:val="0"/>
      <w:marBottom w:val="0"/>
      <w:divBdr>
        <w:top w:val="none" w:sz="0" w:space="0" w:color="auto"/>
        <w:left w:val="none" w:sz="0" w:space="0" w:color="auto"/>
        <w:bottom w:val="none" w:sz="0" w:space="0" w:color="auto"/>
        <w:right w:val="none" w:sz="0" w:space="0" w:color="auto"/>
      </w:divBdr>
    </w:div>
    <w:div w:id="411782932">
      <w:bodyDiv w:val="1"/>
      <w:marLeft w:val="0"/>
      <w:marRight w:val="0"/>
      <w:marTop w:val="0"/>
      <w:marBottom w:val="0"/>
      <w:divBdr>
        <w:top w:val="none" w:sz="0" w:space="0" w:color="auto"/>
        <w:left w:val="none" w:sz="0" w:space="0" w:color="auto"/>
        <w:bottom w:val="none" w:sz="0" w:space="0" w:color="auto"/>
        <w:right w:val="none" w:sz="0" w:space="0" w:color="auto"/>
      </w:divBdr>
    </w:div>
    <w:div w:id="422385639">
      <w:bodyDiv w:val="1"/>
      <w:marLeft w:val="0"/>
      <w:marRight w:val="0"/>
      <w:marTop w:val="0"/>
      <w:marBottom w:val="0"/>
      <w:divBdr>
        <w:top w:val="none" w:sz="0" w:space="0" w:color="auto"/>
        <w:left w:val="none" w:sz="0" w:space="0" w:color="auto"/>
        <w:bottom w:val="none" w:sz="0" w:space="0" w:color="auto"/>
        <w:right w:val="none" w:sz="0" w:space="0" w:color="auto"/>
      </w:divBdr>
    </w:div>
    <w:div w:id="490218362">
      <w:bodyDiv w:val="1"/>
      <w:marLeft w:val="0"/>
      <w:marRight w:val="0"/>
      <w:marTop w:val="0"/>
      <w:marBottom w:val="0"/>
      <w:divBdr>
        <w:top w:val="none" w:sz="0" w:space="0" w:color="auto"/>
        <w:left w:val="none" w:sz="0" w:space="0" w:color="auto"/>
        <w:bottom w:val="none" w:sz="0" w:space="0" w:color="auto"/>
        <w:right w:val="none" w:sz="0" w:space="0" w:color="auto"/>
      </w:divBdr>
    </w:div>
    <w:div w:id="508834484">
      <w:bodyDiv w:val="1"/>
      <w:marLeft w:val="0"/>
      <w:marRight w:val="0"/>
      <w:marTop w:val="0"/>
      <w:marBottom w:val="0"/>
      <w:divBdr>
        <w:top w:val="none" w:sz="0" w:space="0" w:color="auto"/>
        <w:left w:val="none" w:sz="0" w:space="0" w:color="auto"/>
        <w:bottom w:val="none" w:sz="0" w:space="0" w:color="auto"/>
        <w:right w:val="none" w:sz="0" w:space="0" w:color="auto"/>
      </w:divBdr>
    </w:div>
    <w:div w:id="554590254">
      <w:bodyDiv w:val="1"/>
      <w:marLeft w:val="0"/>
      <w:marRight w:val="0"/>
      <w:marTop w:val="0"/>
      <w:marBottom w:val="0"/>
      <w:divBdr>
        <w:top w:val="none" w:sz="0" w:space="0" w:color="auto"/>
        <w:left w:val="none" w:sz="0" w:space="0" w:color="auto"/>
        <w:bottom w:val="none" w:sz="0" w:space="0" w:color="auto"/>
        <w:right w:val="none" w:sz="0" w:space="0" w:color="auto"/>
      </w:divBdr>
    </w:div>
    <w:div w:id="603224998">
      <w:bodyDiv w:val="1"/>
      <w:marLeft w:val="0"/>
      <w:marRight w:val="0"/>
      <w:marTop w:val="0"/>
      <w:marBottom w:val="0"/>
      <w:divBdr>
        <w:top w:val="none" w:sz="0" w:space="0" w:color="auto"/>
        <w:left w:val="none" w:sz="0" w:space="0" w:color="auto"/>
        <w:bottom w:val="none" w:sz="0" w:space="0" w:color="auto"/>
        <w:right w:val="none" w:sz="0" w:space="0" w:color="auto"/>
      </w:divBdr>
    </w:div>
    <w:div w:id="613902060">
      <w:bodyDiv w:val="1"/>
      <w:marLeft w:val="0"/>
      <w:marRight w:val="0"/>
      <w:marTop w:val="0"/>
      <w:marBottom w:val="0"/>
      <w:divBdr>
        <w:top w:val="none" w:sz="0" w:space="0" w:color="auto"/>
        <w:left w:val="none" w:sz="0" w:space="0" w:color="auto"/>
        <w:bottom w:val="none" w:sz="0" w:space="0" w:color="auto"/>
        <w:right w:val="none" w:sz="0" w:space="0" w:color="auto"/>
      </w:divBdr>
    </w:div>
    <w:div w:id="645165875">
      <w:bodyDiv w:val="1"/>
      <w:marLeft w:val="0"/>
      <w:marRight w:val="0"/>
      <w:marTop w:val="0"/>
      <w:marBottom w:val="0"/>
      <w:divBdr>
        <w:top w:val="none" w:sz="0" w:space="0" w:color="auto"/>
        <w:left w:val="none" w:sz="0" w:space="0" w:color="auto"/>
        <w:bottom w:val="none" w:sz="0" w:space="0" w:color="auto"/>
        <w:right w:val="none" w:sz="0" w:space="0" w:color="auto"/>
      </w:divBdr>
    </w:div>
    <w:div w:id="828718701">
      <w:bodyDiv w:val="1"/>
      <w:marLeft w:val="0"/>
      <w:marRight w:val="0"/>
      <w:marTop w:val="0"/>
      <w:marBottom w:val="0"/>
      <w:divBdr>
        <w:top w:val="none" w:sz="0" w:space="0" w:color="auto"/>
        <w:left w:val="none" w:sz="0" w:space="0" w:color="auto"/>
        <w:bottom w:val="none" w:sz="0" w:space="0" w:color="auto"/>
        <w:right w:val="none" w:sz="0" w:space="0" w:color="auto"/>
      </w:divBdr>
    </w:div>
    <w:div w:id="832600507">
      <w:bodyDiv w:val="1"/>
      <w:marLeft w:val="0"/>
      <w:marRight w:val="0"/>
      <w:marTop w:val="0"/>
      <w:marBottom w:val="0"/>
      <w:divBdr>
        <w:top w:val="none" w:sz="0" w:space="0" w:color="auto"/>
        <w:left w:val="none" w:sz="0" w:space="0" w:color="auto"/>
        <w:bottom w:val="none" w:sz="0" w:space="0" w:color="auto"/>
        <w:right w:val="none" w:sz="0" w:space="0" w:color="auto"/>
      </w:divBdr>
    </w:div>
    <w:div w:id="841048858">
      <w:bodyDiv w:val="1"/>
      <w:marLeft w:val="0"/>
      <w:marRight w:val="0"/>
      <w:marTop w:val="0"/>
      <w:marBottom w:val="0"/>
      <w:divBdr>
        <w:top w:val="none" w:sz="0" w:space="0" w:color="auto"/>
        <w:left w:val="none" w:sz="0" w:space="0" w:color="auto"/>
        <w:bottom w:val="none" w:sz="0" w:space="0" w:color="auto"/>
        <w:right w:val="none" w:sz="0" w:space="0" w:color="auto"/>
      </w:divBdr>
    </w:div>
    <w:div w:id="866064212">
      <w:bodyDiv w:val="1"/>
      <w:marLeft w:val="0"/>
      <w:marRight w:val="0"/>
      <w:marTop w:val="0"/>
      <w:marBottom w:val="0"/>
      <w:divBdr>
        <w:top w:val="none" w:sz="0" w:space="0" w:color="auto"/>
        <w:left w:val="none" w:sz="0" w:space="0" w:color="auto"/>
        <w:bottom w:val="none" w:sz="0" w:space="0" w:color="auto"/>
        <w:right w:val="none" w:sz="0" w:space="0" w:color="auto"/>
      </w:divBdr>
    </w:div>
    <w:div w:id="869728631">
      <w:bodyDiv w:val="1"/>
      <w:marLeft w:val="0"/>
      <w:marRight w:val="0"/>
      <w:marTop w:val="0"/>
      <w:marBottom w:val="0"/>
      <w:divBdr>
        <w:top w:val="none" w:sz="0" w:space="0" w:color="auto"/>
        <w:left w:val="none" w:sz="0" w:space="0" w:color="auto"/>
        <w:bottom w:val="none" w:sz="0" w:space="0" w:color="auto"/>
        <w:right w:val="none" w:sz="0" w:space="0" w:color="auto"/>
      </w:divBdr>
    </w:div>
    <w:div w:id="1025596543">
      <w:bodyDiv w:val="1"/>
      <w:marLeft w:val="0"/>
      <w:marRight w:val="0"/>
      <w:marTop w:val="0"/>
      <w:marBottom w:val="0"/>
      <w:divBdr>
        <w:top w:val="none" w:sz="0" w:space="0" w:color="auto"/>
        <w:left w:val="none" w:sz="0" w:space="0" w:color="auto"/>
        <w:bottom w:val="none" w:sz="0" w:space="0" w:color="auto"/>
        <w:right w:val="none" w:sz="0" w:space="0" w:color="auto"/>
      </w:divBdr>
    </w:div>
    <w:div w:id="1036271580">
      <w:bodyDiv w:val="1"/>
      <w:marLeft w:val="0"/>
      <w:marRight w:val="0"/>
      <w:marTop w:val="0"/>
      <w:marBottom w:val="0"/>
      <w:divBdr>
        <w:top w:val="none" w:sz="0" w:space="0" w:color="auto"/>
        <w:left w:val="none" w:sz="0" w:space="0" w:color="auto"/>
        <w:bottom w:val="none" w:sz="0" w:space="0" w:color="auto"/>
        <w:right w:val="none" w:sz="0" w:space="0" w:color="auto"/>
      </w:divBdr>
    </w:div>
    <w:div w:id="1062295078">
      <w:bodyDiv w:val="1"/>
      <w:marLeft w:val="0"/>
      <w:marRight w:val="0"/>
      <w:marTop w:val="0"/>
      <w:marBottom w:val="0"/>
      <w:divBdr>
        <w:top w:val="none" w:sz="0" w:space="0" w:color="auto"/>
        <w:left w:val="none" w:sz="0" w:space="0" w:color="auto"/>
        <w:bottom w:val="none" w:sz="0" w:space="0" w:color="auto"/>
        <w:right w:val="none" w:sz="0" w:space="0" w:color="auto"/>
      </w:divBdr>
    </w:div>
    <w:div w:id="1066338716">
      <w:bodyDiv w:val="1"/>
      <w:marLeft w:val="0"/>
      <w:marRight w:val="0"/>
      <w:marTop w:val="0"/>
      <w:marBottom w:val="0"/>
      <w:divBdr>
        <w:top w:val="none" w:sz="0" w:space="0" w:color="auto"/>
        <w:left w:val="none" w:sz="0" w:space="0" w:color="auto"/>
        <w:bottom w:val="none" w:sz="0" w:space="0" w:color="auto"/>
        <w:right w:val="none" w:sz="0" w:space="0" w:color="auto"/>
      </w:divBdr>
    </w:div>
    <w:div w:id="1121849895">
      <w:bodyDiv w:val="1"/>
      <w:marLeft w:val="0"/>
      <w:marRight w:val="0"/>
      <w:marTop w:val="0"/>
      <w:marBottom w:val="0"/>
      <w:divBdr>
        <w:top w:val="none" w:sz="0" w:space="0" w:color="auto"/>
        <w:left w:val="none" w:sz="0" w:space="0" w:color="auto"/>
        <w:bottom w:val="none" w:sz="0" w:space="0" w:color="auto"/>
        <w:right w:val="none" w:sz="0" w:space="0" w:color="auto"/>
      </w:divBdr>
    </w:div>
    <w:div w:id="1150713127">
      <w:bodyDiv w:val="1"/>
      <w:marLeft w:val="0"/>
      <w:marRight w:val="0"/>
      <w:marTop w:val="0"/>
      <w:marBottom w:val="0"/>
      <w:divBdr>
        <w:top w:val="none" w:sz="0" w:space="0" w:color="auto"/>
        <w:left w:val="none" w:sz="0" w:space="0" w:color="auto"/>
        <w:bottom w:val="none" w:sz="0" w:space="0" w:color="auto"/>
        <w:right w:val="none" w:sz="0" w:space="0" w:color="auto"/>
      </w:divBdr>
    </w:div>
    <w:div w:id="1175805287">
      <w:bodyDiv w:val="1"/>
      <w:marLeft w:val="0"/>
      <w:marRight w:val="0"/>
      <w:marTop w:val="0"/>
      <w:marBottom w:val="0"/>
      <w:divBdr>
        <w:top w:val="none" w:sz="0" w:space="0" w:color="auto"/>
        <w:left w:val="none" w:sz="0" w:space="0" w:color="auto"/>
        <w:bottom w:val="none" w:sz="0" w:space="0" w:color="auto"/>
        <w:right w:val="none" w:sz="0" w:space="0" w:color="auto"/>
      </w:divBdr>
    </w:div>
    <w:div w:id="1286037455">
      <w:bodyDiv w:val="1"/>
      <w:marLeft w:val="0"/>
      <w:marRight w:val="0"/>
      <w:marTop w:val="0"/>
      <w:marBottom w:val="0"/>
      <w:divBdr>
        <w:top w:val="none" w:sz="0" w:space="0" w:color="auto"/>
        <w:left w:val="none" w:sz="0" w:space="0" w:color="auto"/>
        <w:bottom w:val="none" w:sz="0" w:space="0" w:color="auto"/>
        <w:right w:val="none" w:sz="0" w:space="0" w:color="auto"/>
      </w:divBdr>
    </w:div>
    <w:div w:id="1309821796">
      <w:bodyDiv w:val="1"/>
      <w:marLeft w:val="0"/>
      <w:marRight w:val="0"/>
      <w:marTop w:val="0"/>
      <w:marBottom w:val="0"/>
      <w:divBdr>
        <w:top w:val="none" w:sz="0" w:space="0" w:color="auto"/>
        <w:left w:val="none" w:sz="0" w:space="0" w:color="auto"/>
        <w:bottom w:val="none" w:sz="0" w:space="0" w:color="auto"/>
        <w:right w:val="none" w:sz="0" w:space="0" w:color="auto"/>
      </w:divBdr>
    </w:div>
    <w:div w:id="1338966355">
      <w:bodyDiv w:val="1"/>
      <w:marLeft w:val="0"/>
      <w:marRight w:val="0"/>
      <w:marTop w:val="0"/>
      <w:marBottom w:val="0"/>
      <w:divBdr>
        <w:top w:val="none" w:sz="0" w:space="0" w:color="auto"/>
        <w:left w:val="none" w:sz="0" w:space="0" w:color="auto"/>
        <w:bottom w:val="none" w:sz="0" w:space="0" w:color="auto"/>
        <w:right w:val="none" w:sz="0" w:space="0" w:color="auto"/>
      </w:divBdr>
    </w:div>
    <w:div w:id="1387726254">
      <w:bodyDiv w:val="1"/>
      <w:marLeft w:val="0"/>
      <w:marRight w:val="0"/>
      <w:marTop w:val="0"/>
      <w:marBottom w:val="0"/>
      <w:divBdr>
        <w:top w:val="none" w:sz="0" w:space="0" w:color="auto"/>
        <w:left w:val="none" w:sz="0" w:space="0" w:color="auto"/>
        <w:bottom w:val="none" w:sz="0" w:space="0" w:color="auto"/>
        <w:right w:val="none" w:sz="0" w:space="0" w:color="auto"/>
      </w:divBdr>
    </w:div>
    <w:div w:id="1389838254">
      <w:bodyDiv w:val="1"/>
      <w:marLeft w:val="0"/>
      <w:marRight w:val="0"/>
      <w:marTop w:val="0"/>
      <w:marBottom w:val="0"/>
      <w:divBdr>
        <w:top w:val="none" w:sz="0" w:space="0" w:color="auto"/>
        <w:left w:val="none" w:sz="0" w:space="0" w:color="auto"/>
        <w:bottom w:val="none" w:sz="0" w:space="0" w:color="auto"/>
        <w:right w:val="none" w:sz="0" w:space="0" w:color="auto"/>
      </w:divBdr>
    </w:div>
    <w:div w:id="1390494494">
      <w:bodyDiv w:val="1"/>
      <w:marLeft w:val="0"/>
      <w:marRight w:val="0"/>
      <w:marTop w:val="0"/>
      <w:marBottom w:val="0"/>
      <w:divBdr>
        <w:top w:val="none" w:sz="0" w:space="0" w:color="auto"/>
        <w:left w:val="none" w:sz="0" w:space="0" w:color="auto"/>
        <w:bottom w:val="none" w:sz="0" w:space="0" w:color="auto"/>
        <w:right w:val="none" w:sz="0" w:space="0" w:color="auto"/>
      </w:divBdr>
    </w:div>
    <w:div w:id="1435709749">
      <w:bodyDiv w:val="1"/>
      <w:marLeft w:val="0"/>
      <w:marRight w:val="0"/>
      <w:marTop w:val="0"/>
      <w:marBottom w:val="0"/>
      <w:divBdr>
        <w:top w:val="none" w:sz="0" w:space="0" w:color="auto"/>
        <w:left w:val="none" w:sz="0" w:space="0" w:color="auto"/>
        <w:bottom w:val="none" w:sz="0" w:space="0" w:color="auto"/>
        <w:right w:val="none" w:sz="0" w:space="0" w:color="auto"/>
      </w:divBdr>
    </w:div>
    <w:div w:id="1491289569">
      <w:bodyDiv w:val="1"/>
      <w:marLeft w:val="0"/>
      <w:marRight w:val="0"/>
      <w:marTop w:val="0"/>
      <w:marBottom w:val="0"/>
      <w:divBdr>
        <w:top w:val="none" w:sz="0" w:space="0" w:color="auto"/>
        <w:left w:val="none" w:sz="0" w:space="0" w:color="auto"/>
        <w:bottom w:val="none" w:sz="0" w:space="0" w:color="auto"/>
        <w:right w:val="none" w:sz="0" w:space="0" w:color="auto"/>
      </w:divBdr>
    </w:div>
    <w:div w:id="1504588983">
      <w:bodyDiv w:val="1"/>
      <w:marLeft w:val="0"/>
      <w:marRight w:val="0"/>
      <w:marTop w:val="0"/>
      <w:marBottom w:val="0"/>
      <w:divBdr>
        <w:top w:val="none" w:sz="0" w:space="0" w:color="auto"/>
        <w:left w:val="none" w:sz="0" w:space="0" w:color="auto"/>
        <w:bottom w:val="none" w:sz="0" w:space="0" w:color="auto"/>
        <w:right w:val="none" w:sz="0" w:space="0" w:color="auto"/>
      </w:divBdr>
    </w:div>
    <w:div w:id="1559781225">
      <w:bodyDiv w:val="1"/>
      <w:marLeft w:val="0"/>
      <w:marRight w:val="0"/>
      <w:marTop w:val="0"/>
      <w:marBottom w:val="0"/>
      <w:divBdr>
        <w:top w:val="none" w:sz="0" w:space="0" w:color="auto"/>
        <w:left w:val="none" w:sz="0" w:space="0" w:color="auto"/>
        <w:bottom w:val="none" w:sz="0" w:space="0" w:color="auto"/>
        <w:right w:val="none" w:sz="0" w:space="0" w:color="auto"/>
      </w:divBdr>
    </w:div>
    <w:div w:id="1568342857">
      <w:bodyDiv w:val="1"/>
      <w:marLeft w:val="0"/>
      <w:marRight w:val="0"/>
      <w:marTop w:val="0"/>
      <w:marBottom w:val="0"/>
      <w:divBdr>
        <w:top w:val="none" w:sz="0" w:space="0" w:color="auto"/>
        <w:left w:val="none" w:sz="0" w:space="0" w:color="auto"/>
        <w:bottom w:val="none" w:sz="0" w:space="0" w:color="auto"/>
        <w:right w:val="none" w:sz="0" w:space="0" w:color="auto"/>
      </w:divBdr>
    </w:div>
    <w:div w:id="1633633233">
      <w:bodyDiv w:val="1"/>
      <w:marLeft w:val="0"/>
      <w:marRight w:val="0"/>
      <w:marTop w:val="0"/>
      <w:marBottom w:val="0"/>
      <w:divBdr>
        <w:top w:val="none" w:sz="0" w:space="0" w:color="auto"/>
        <w:left w:val="none" w:sz="0" w:space="0" w:color="auto"/>
        <w:bottom w:val="none" w:sz="0" w:space="0" w:color="auto"/>
        <w:right w:val="none" w:sz="0" w:space="0" w:color="auto"/>
      </w:divBdr>
    </w:div>
    <w:div w:id="1650017002">
      <w:bodyDiv w:val="1"/>
      <w:marLeft w:val="0"/>
      <w:marRight w:val="0"/>
      <w:marTop w:val="0"/>
      <w:marBottom w:val="0"/>
      <w:divBdr>
        <w:top w:val="none" w:sz="0" w:space="0" w:color="auto"/>
        <w:left w:val="none" w:sz="0" w:space="0" w:color="auto"/>
        <w:bottom w:val="none" w:sz="0" w:space="0" w:color="auto"/>
        <w:right w:val="none" w:sz="0" w:space="0" w:color="auto"/>
      </w:divBdr>
    </w:div>
    <w:div w:id="1661807343">
      <w:bodyDiv w:val="1"/>
      <w:marLeft w:val="0"/>
      <w:marRight w:val="0"/>
      <w:marTop w:val="0"/>
      <w:marBottom w:val="0"/>
      <w:divBdr>
        <w:top w:val="none" w:sz="0" w:space="0" w:color="auto"/>
        <w:left w:val="none" w:sz="0" w:space="0" w:color="auto"/>
        <w:bottom w:val="none" w:sz="0" w:space="0" w:color="auto"/>
        <w:right w:val="none" w:sz="0" w:space="0" w:color="auto"/>
      </w:divBdr>
    </w:div>
    <w:div w:id="1717966478">
      <w:bodyDiv w:val="1"/>
      <w:marLeft w:val="0"/>
      <w:marRight w:val="0"/>
      <w:marTop w:val="0"/>
      <w:marBottom w:val="0"/>
      <w:divBdr>
        <w:top w:val="none" w:sz="0" w:space="0" w:color="auto"/>
        <w:left w:val="none" w:sz="0" w:space="0" w:color="auto"/>
        <w:bottom w:val="none" w:sz="0" w:space="0" w:color="auto"/>
        <w:right w:val="none" w:sz="0" w:space="0" w:color="auto"/>
      </w:divBdr>
    </w:div>
    <w:div w:id="1720786272">
      <w:bodyDiv w:val="1"/>
      <w:marLeft w:val="0"/>
      <w:marRight w:val="0"/>
      <w:marTop w:val="0"/>
      <w:marBottom w:val="0"/>
      <w:divBdr>
        <w:top w:val="none" w:sz="0" w:space="0" w:color="auto"/>
        <w:left w:val="none" w:sz="0" w:space="0" w:color="auto"/>
        <w:bottom w:val="none" w:sz="0" w:space="0" w:color="auto"/>
        <w:right w:val="none" w:sz="0" w:space="0" w:color="auto"/>
      </w:divBdr>
    </w:div>
    <w:div w:id="1742409165">
      <w:bodyDiv w:val="1"/>
      <w:marLeft w:val="0"/>
      <w:marRight w:val="0"/>
      <w:marTop w:val="0"/>
      <w:marBottom w:val="0"/>
      <w:divBdr>
        <w:top w:val="none" w:sz="0" w:space="0" w:color="auto"/>
        <w:left w:val="none" w:sz="0" w:space="0" w:color="auto"/>
        <w:bottom w:val="none" w:sz="0" w:space="0" w:color="auto"/>
        <w:right w:val="none" w:sz="0" w:space="0" w:color="auto"/>
      </w:divBdr>
    </w:div>
    <w:div w:id="1752236870">
      <w:bodyDiv w:val="1"/>
      <w:marLeft w:val="0"/>
      <w:marRight w:val="0"/>
      <w:marTop w:val="0"/>
      <w:marBottom w:val="0"/>
      <w:divBdr>
        <w:top w:val="none" w:sz="0" w:space="0" w:color="auto"/>
        <w:left w:val="none" w:sz="0" w:space="0" w:color="auto"/>
        <w:bottom w:val="none" w:sz="0" w:space="0" w:color="auto"/>
        <w:right w:val="none" w:sz="0" w:space="0" w:color="auto"/>
      </w:divBdr>
    </w:div>
    <w:div w:id="1797336950">
      <w:bodyDiv w:val="1"/>
      <w:marLeft w:val="0"/>
      <w:marRight w:val="0"/>
      <w:marTop w:val="0"/>
      <w:marBottom w:val="0"/>
      <w:divBdr>
        <w:top w:val="none" w:sz="0" w:space="0" w:color="auto"/>
        <w:left w:val="none" w:sz="0" w:space="0" w:color="auto"/>
        <w:bottom w:val="none" w:sz="0" w:space="0" w:color="auto"/>
        <w:right w:val="none" w:sz="0" w:space="0" w:color="auto"/>
      </w:divBdr>
    </w:div>
    <w:div w:id="1830563024">
      <w:bodyDiv w:val="1"/>
      <w:marLeft w:val="0"/>
      <w:marRight w:val="0"/>
      <w:marTop w:val="0"/>
      <w:marBottom w:val="0"/>
      <w:divBdr>
        <w:top w:val="none" w:sz="0" w:space="0" w:color="auto"/>
        <w:left w:val="none" w:sz="0" w:space="0" w:color="auto"/>
        <w:bottom w:val="none" w:sz="0" w:space="0" w:color="auto"/>
        <w:right w:val="none" w:sz="0" w:space="0" w:color="auto"/>
      </w:divBdr>
    </w:div>
    <w:div w:id="1831284733">
      <w:bodyDiv w:val="1"/>
      <w:marLeft w:val="0"/>
      <w:marRight w:val="0"/>
      <w:marTop w:val="0"/>
      <w:marBottom w:val="0"/>
      <w:divBdr>
        <w:top w:val="none" w:sz="0" w:space="0" w:color="auto"/>
        <w:left w:val="none" w:sz="0" w:space="0" w:color="auto"/>
        <w:bottom w:val="none" w:sz="0" w:space="0" w:color="auto"/>
        <w:right w:val="none" w:sz="0" w:space="0" w:color="auto"/>
      </w:divBdr>
    </w:div>
    <w:div w:id="1852914973">
      <w:bodyDiv w:val="1"/>
      <w:marLeft w:val="0"/>
      <w:marRight w:val="0"/>
      <w:marTop w:val="0"/>
      <w:marBottom w:val="0"/>
      <w:divBdr>
        <w:top w:val="none" w:sz="0" w:space="0" w:color="auto"/>
        <w:left w:val="none" w:sz="0" w:space="0" w:color="auto"/>
        <w:bottom w:val="none" w:sz="0" w:space="0" w:color="auto"/>
        <w:right w:val="none" w:sz="0" w:space="0" w:color="auto"/>
      </w:divBdr>
    </w:div>
    <w:div w:id="1876313182">
      <w:bodyDiv w:val="1"/>
      <w:marLeft w:val="0"/>
      <w:marRight w:val="0"/>
      <w:marTop w:val="0"/>
      <w:marBottom w:val="0"/>
      <w:divBdr>
        <w:top w:val="none" w:sz="0" w:space="0" w:color="auto"/>
        <w:left w:val="none" w:sz="0" w:space="0" w:color="auto"/>
        <w:bottom w:val="none" w:sz="0" w:space="0" w:color="auto"/>
        <w:right w:val="none" w:sz="0" w:space="0" w:color="auto"/>
      </w:divBdr>
    </w:div>
    <w:div w:id="1902279365">
      <w:bodyDiv w:val="1"/>
      <w:marLeft w:val="0"/>
      <w:marRight w:val="0"/>
      <w:marTop w:val="0"/>
      <w:marBottom w:val="0"/>
      <w:divBdr>
        <w:top w:val="none" w:sz="0" w:space="0" w:color="auto"/>
        <w:left w:val="none" w:sz="0" w:space="0" w:color="auto"/>
        <w:bottom w:val="none" w:sz="0" w:space="0" w:color="auto"/>
        <w:right w:val="none" w:sz="0" w:space="0" w:color="auto"/>
      </w:divBdr>
    </w:div>
    <w:div w:id="1908688847">
      <w:bodyDiv w:val="1"/>
      <w:marLeft w:val="0"/>
      <w:marRight w:val="0"/>
      <w:marTop w:val="0"/>
      <w:marBottom w:val="0"/>
      <w:divBdr>
        <w:top w:val="none" w:sz="0" w:space="0" w:color="auto"/>
        <w:left w:val="none" w:sz="0" w:space="0" w:color="auto"/>
        <w:bottom w:val="none" w:sz="0" w:space="0" w:color="auto"/>
        <w:right w:val="none" w:sz="0" w:space="0" w:color="auto"/>
      </w:divBdr>
    </w:div>
    <w:div w:id="1933392899">
      <w:bodyDiv w:val="1"/>
      <w:marLeft w:val="0"/>
      <w:marRight w:val="0"/>
      <w:marTop w:val="0"/>
      <w:marBottom w:val="0"/>
      <w:divBdr>
        <w:top w:val="none" w:sz="0" w:space="0" w:color="auto"/>
        <w:left w:val="none" w:sz="0" w:space="0" w:color="auto"/>
        <w:bottom w:val="none" w:sz="0" w:space="0" w:color="auto"/>
        <w:right w:val="none" w:sz="0" w:space="0" w:color="auto"/>
      </w:divBdr>
    </w:div>
    <w:div w:id="213151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pa.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wnload.proesler.com/mepa-reiner-pauli.zip"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Lutz%20F&#228;lker\MEPA%20Presseinform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C18FE-6E47-4ECD-ACCE-DD5E14670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MEPA Presseinformation.dot</Template>
  <TotalTime>0</TotalTime>
  <Pages>2</Pages>
  <Words>481</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MEPA</vt:lpstr>
    </vt:vector>
  </TitlesOfParts>
  <Company> </Company>
  <LinksUpToDate>false</LinksUpToDate>
  <CharactersWithSpaces>4019</CharactersWithSpaces>
  <SharedDoc>false</SharedDoc>
  <HLinks>
    <vt:vector size="12" baseType="variant">
      <vt:variant>
        <vt:i4>8192048</vt:i4>
      </vt:variant>
      <vt:variant>
        <vt:i4>3</vt:i4>
      </vt:variant>
      <vt:variant>
        <vt:i4>0</vt:i4>
      </vt:variant>
      <vt:variant>
        <vt:i4>5</vt:i4>
      </vt:variant>
      <vt:variant>
        <vt:lpwstr>http://www.mepa.de/</vt:lpwstr>
      </vt:variant>
      <vt:variant>
        <vt:lpwstr/>
      </vt:variant>
      <vt:variant>
        <vt:i4>7602275</vt:i4>
      </vt:variant>
      <vt:variant>
        <vt:i4>0</vt:i4>
      </vt:variant>
      <vt:variant>
        <vt:i4>0</vt:i4>
      </vt:variant>
      <vt:variant>
        <vt:i4>5</vt:i4>
      </vt:variant>
      <vt:variant>
        <vt:lpwstr>http://www.nextvit.de/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MEPA</dc:title>
  <dc:subject/>
  <dc:creator>Marlen Pfeiffer</dc:creator>
  <cp:keywords/>
  <cp:lastModifiedBy>Marlen Pfeiffer</cp:lastModifiedBy>
  <cp:revision>3</cp:revision>
  <cp:lastPrinted>2025-08-20T06:57:00Z</cp:lastPrinted>
  <dcterms:created xsi:type="dcterms:W3CDTF">2025-08-20T06:57:00Z</dcterms:created>
  <dcterms:modified xsi:type="dcterms:W3CDTF">2025-08-20T06:57:00Z</dcterms:modified>
</cp:coreProperties>
</file>